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E909F" w14:textId="10042781" w:rsidR="00AA29FF" w:rsidRPr="00EA4277" w:rsidRDefault="00AA29FF" w:rsidP="00AA29FF">
      <w:pPr>
        <w:spacing w:line="240" w:lineRule="auto"/>
        <w:ind w:left="5440"/>
        <w:rPr>
          <w:sz w:val="20"/>
        </w:rPr>
      </w:pPr>
      <w:r w:rsidRPr="00585F71">
        <w:rPr>
          <w:sz w:val="20"/>
        </w:rPr>
        <w:t xml:space="preserve">Załącznik </w:t>
      </w:r>
      <w:r w:rsidR="0042242E">
        <w:rPr>
          <w:sz w:val="20"/>
        </w:rPr>
        <w:t>2</w:t>
      </w:r>
      <w:r w:rsidRPr="00585F71">
        <w:rPr>
          <w:sz w:val="20"/>
        </w:rPr>
        <w:t xml:space="preserve"> do Zarządzenia nr 09/DYR/24 </w:t>
      </w:r>
      <w:r w:rsidRPr="00585F71">
        <w:rPr>
          <w:sz w:val="20"/>
        </w:rPr>
        <w:br/>
        <w:t>z dnia 20 grudnia 2024 r.</w:t>
      </w:r>
    </w:p>
    <w:p w14:paraId="08F8ADB2" w14:textId="217236B6" w:rsidR="00C86760" w:rsidRPr="0080469E" w:rsidRDefault="00C86760" w:rsidP="0018177C">
      <w:pPr>
        <w:rPr>
          <w:rFonts w:cs="Times New Roman"/>
          <w:sz w:val="23"/>
          <w:szCs w:val="23"/>
        </w:rPr>
      </w:pPr>
    </w:p>
    <w:p w14:paraId="0BCA8DA7" w14:textId="4C2CAE95" w:rsidR="00696163" w:rsidRPr="0080469E" w:rsidRDefault="0014525A" w:rsidP="00DB1E88">
      <w:pPr>
        <w:jc w:val="right"/>
        <w:rPr>
          <w:rFonts w:cs="Times New Roman"/>
          <w:sz w:val="23"/>
          <w:szCs w:val="23"/>
        </w:rPr>
      </w:pPr>
      <w:r w:rsidRPr="0014525A">
        <w:rPr>
          <w:rFonts w:cs="Times New Roman"/>
          <w:sz w:val="23"/>
          <w:szCs w:val="23"/>
        </w:rPr>
        <w:t>Kamienna Góra</w:t>
      </w:r>
      <w:r w:rsidR="00696163" w:rsidRPr="0080469E">
        <w:rPr>
          <w:rFonts w:cs="Times New Roman"/>
          <w:sz w:val="23"/>
          <w:szCs w:val="23"/>
        </w:rPr>
        <w:t>, dnia ………………… roku</w:t>
      </w:r>
    </w:p>
    <w:p w14:paraId="6DDA814C" w14:textId="77777777" w:rsidR="0018177C" w:rsidRPr="0080469E" w:rsidRDefault="0018177C" w:rsidP="0018177C">
      <w:pPr>
        <w:rPr>
          <w:rFonts w:cs="Times New Roman"/>
          <w:sz w:val="23"/>
          <w:szCs w:val="23"/>
        </w:rPr>
      </w:pPr>
    </w:p>
    <w:p w14:paraId="0ED59061" w14:textId="5F09E735" w:rsidR="0018177C" w:rsidRPr="0014525A" w:rsidRDefault="00696163" w:rsidP="0080469E">
      <w:pPr>
        <w:rPr>
          <w:rFonts w:cs="Times New Roman"/>
          <w:bCs/>
          <w:sz w:val="20"/>
        </w:rPr>
      </w:pPr>
      <w:r w:rsidRPr="0014525A">
        <w:rPr>
          <w:rFonts w:cs="Times New Roman"/>
          <w:sz w:val="20"/>
        </w:rPr>
        <w:t>(pieczęć</w:t>
      </w:r>
      <w:r w:rsidRPr="0014525A">
        <w:rPr>
          <w:rFonts w:cs="Times New Roman"/>
          <w:bCs/>
          <w:sz w:val="20"/>
        </w:rPr>
        <w:t xml:space="preserve"> nagłówkowa</w:t>
      </w:r>
      <w:r w:rsidR="0018177C" w:rsidRPr="0014525A">
        <w:rPr>
          <w:rFonts w:cs="Times New Roman"/>
          <w:bCs/>
          <w:sz w:val="20"/>
        </w:rPr>
        <w:t xml:space="preserve"> P</w:t>
      </w:r>
      <w:r w:rsidR="0014525A">
        <w:rPr>
          <w:rFonts w:cs="Times New Roman"/>
          <w:bCs/>
          <w:sz w:val="20"/>
        </w:rPr>
        <w:t>P</w:t>
      </w:r>
      <w:r w:rsidR="0018177C" w:rsidRPr="0014525A">
        <w:rPr>
          <w:rFonts w:cs="Times New Roman"/>
          <w:bCs/>
          <w:sz w:val="20"/>
        </w:rPr>
        <w:t>IS</w:t>
      </w:r>
      <w:r w:rsidRPr="0014525A">
        <w:rPr>
          <w:rFonts w:cs="Times New Roman"/>
          <w:bCs/>
          <w:sz w:val="20"/>
        </w:rPr>
        <w:t>)</w:t>
      </w:r>
    </w:p>
    <w:p w14:paraId="6F5814BD" w14:textId="77777777" w:rsidR="0080469E" w:rsidRPr="0080469E" w:rsidRDefault="0080469E" w:rsidP="0080469E">
      <w:pPr>
        <w:rPr>
          <w:rFonts w:cs="Times New Roman"/>
          <w:bCs/>
          <w:sz w:val="23"/>
          <w:szCs w:val="23"/>
        </w:rPr>
      </w:pPr>
    </w:p>
    <w:p w14:paraId="11DF9F7B" w14:textId="50050C8D" w:rsidR="00E60C3D" w:rsidRPr="0080469E" w:rsidRDefault="00696163" w:rsidP="0080469E">
      <w:pPr>
        <w:jc w:val="center"/>
        <w:rPr>
          <w:rFonts w:cs="Times New Roman"/>
          <w:b/>
          <w:bCs/>
          <w:sz w:val="23"/>
          <w:szCs w:val="23"/>
        </w:rPr>
      </w:pPr>
      <w:r w:rsidRPr="0080469E">
        <w:rPr>
          <w:rFonts w:cs="Times New Roman"/>
          <w:b/>
          <w:bCs/>
          <w:sz w:val="23"/>
          <w:szCs w:val="23"/>
        </w:rPr>
        <w:t xml:space="preserve">UPOWAŻNIENIE </w:t>
      </w:r>
    </w:p>
    <w:p w14:paraId="6540EDE9" w14:textId="77777777" w:rsidR="0080469E" w:rsidRPr="0080469E" w:rsidRDefault="0080469E" w:rsidP="0080469E">
      <w:pPr>
        <w:jc w:val="center"/>
        <w:rPr>
          <w:rFonts w:cs="Times New Roman"/>
          <w:bCs/>
          <w:sz w:val="23"/>
          <w:szCs w:val="23"/>
        </w:rPr>
      </w:pPr>
    </w:p>
    <w:p w14:paraId="309BF44C" w14:textId="098657DA" w:rsidR="00696163" w:rsidRPr="0080469E" w:rsidRDefault="0042242E" w:rsidP="0042242E">
      <w:pPr>
        <w:widowControl/>
        <w:autoSpaceDE/>
        <w:autoSpaceDN/>
        <w:adjustRightInd/>
        <w:spacing w:line="240" w:lineRule="auto"/>
        <w:ind w:left="170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 xml:space="preserve">               </w:t>
      </w:r>
      <w:r w:rsidR="00C86760" w:rsidRPr="0080469E">
        <w:rPr>
          <w:rFonts w:cs="Times New Roman"/>
          <w:sz w:val="23"/>
          <w:szCs w:val="23"/>
        </w:rPr>
        <w:t xml:space="preserve">Na podstawie art. </w:t>
      </w:r>
      <w:r w:rsidR="0018177C" w:rsidRPr="0080469E">
        <w:rPr>
          <w:rFonts w:cs="Times New Roman"/>
          <w:sz w:val="23"/>
          <w:szCs w:val="23"/>
        </w:rPr>
        <w:t xml:space="preserve">44 </w:t>
      </w:r>
      <w:r w:rsidR="00C86760" w:rsidRPr="0080469E">
        <w:rPr>
          <w:rFonts w:cs="Times New Roman"/>
          <w:sz w:val="23"/>
          <w:szCs w:val="23"/>
        </w:rPr>
        <w:t>ust.</w:t>
      </w:r>
      <w:r w:rsidR="00656EA2" w:rsidRPr="0080469E">
        <w:rPr>
          <w:rFonts w:cs="Times New Roman"/>
          <w:sz w:val="23"/>
          <w:szCs w:val="23"/>
        </w:rPr>
        <w:t xml:space="preserve"> 2</w:t>
      </w:r>
      <w:r w:rsidR="00C86760" w:rsidRPr="0080469E">
        <w:rPr>
          <w:rFonts w:cs="Times New Roman"/>
          <w:sz w:val="23"/>
          <w:szCs w:val="23"/>
        </w:rPr>
        <w:t xml:space="preserve"> ustawy z dnia 14 czerwca 2024 r. o ochronie sygnalistów (Dz. U.</w:t>
      </w:r>
      <w:r w:rsidR="00120C92">
        <w:rPr>
          <w:rFonts w:cs="Times New Roman"/>
          <w:sz w:val="23"/>
          <w:szCs w:val="23"/>
        </w:rPr>
        <w:t xml:space="preserve"> z 2024</w:t>
      </w:r>
      <w:r>
        <w:rPr>
          <w:rFonts w:cs="Times New Roman"/>
          <w:sz w:val="23"/>
          <w:szCs w:val="23"/>
        </w:rPr>
        <w:t xml:space="preserve"> r.</w:t>
      </w:r>
      <w:r w:rsidR="00C86760" w:rsidRPr="0080469E">
        <w:rPr>
          <w:rFonts w:cs="Times New Roman"/>
          <w:sz w:val="23"/>
          <w:szCs w:val="23"/>
        </w:rPr>
        <w:t xml:space="preserve"> poz. 928)</w:t>
      </w:r>
      <w:r w:rsidR="0018177C" w:rsidRPr="0080469E">
        <w:rPr>
          <w:rFonts w:cs="Times New Roman"/>
          <w:sz w:val="23"/>
          <w:szCs w:val="23"/>
        </w:rPr>
        <w:t xml:space="preserve"> Państwowy </w:t>
      </w:r>
      <w:r w:rsidR="0014525A">
        <w:rPr>
          <w:rFonts w:cs="Times New Roman"/>
          <w:sz w:val="23"/>
          <w:szCs w:val="23"/>
        </w:rPr>
        <w:t>P</w:t>
      </w:r>
      <w:r w:rsidR="0014525A" w:rsidRPr="0014525A">
        <w:rPr>
          <w:rFonts w:cs="Times New Roman"/>
          <w:sz w:val="23"/>
          <w:szCs w:val="23"/>
        </w:rPr>
        <w:t>owiatowy</w:t>
      </w:r>
      <w:r w:rsidR="0018177C" w:rsidRPr="0080469E">
        <w:rPr>
          <w:rFonts w:cs="Times New Roman"/>
          <w:sz w:val="23"/>
          <w:szCs w:val="23"/>
        </w:rPr>
        <w:t xml:space="preserve"> Inspektor Sanitarny w </w:t>
      </w:r>
      <w:r w:rsidR="0014525A" w:rsidRPr="0014525A">
        <w:rPr>
          <w:rFonts w:cs="Times New Roman"/>
          <w:sz w:val="23"/>
          <w:szCs w:val="23"/>
        </w:rPr>
        <w:t>Kamiennej Górze</w:t>
      </w:r>
      <w:r w:rsidR="0018177C" w:rsidRPr="0080469E">
        <w:rPr>
          <w:rFonts w:cs="Times New Roman"/>
          <w:sz w:val="23"/>
          <w:szCs w:val="23"/>
        </w:rPr>
        <w:t xml:space="preserve"> </w:t>
      </w:r>
      <w:r w:rsidR="00DF7C4E" w:rsidRPr="0080469E">
        <w:rPr>
          <w:rFonts w:cs="Times New Roman"/>
          <w:b/>
          <w:sz w:val="23"/>
          <w:szCs w:val="23"/>
        </w:rPr>
        <w:t>u</w:t>
      </w:r>
      <w:r w:rsidR="00696163" w:rsidRPr="0080469E">
        <w:rPr>
          <w:rFonts w:cs="Times New Roman"/>
          <w:b/>
          <w:sz w:val="23"/>
          <w:szCs w:val="23"/>
        </w:rPr>
        <w:t>poważnia</w:t>
      </w:r>
      <w:r w:rsidR="00DF7C4E" w:rsidRPr="0080469E">
        <w:rPr>
          <w:rFonts w:cs="Times New Roman"/>
          <w:b/>
          <w:sz w:val="23"/>
          <w:szCs w:val="23"/>
        </w:rPr>
        <w:t>:</w:t>
      </w:r>
    </w:p>
    <w:p w14:paraId="1E331845" w14:textId="77777777" w:rsidR="00E60C3D" w:rsidRPr="0080469E" w:rsidRDefault="00E60C3D" w:rsidP="00696163">
      <w:pPr>
        <w:rPr>
          <w:rFonts w:cs="Times New Roman"/>
          <w:b/>
          <w:sz w:val="23"/>
          <w:szCs w:val="23"/>
        </w:rPr>
      </w:pPr>
    </w:p>
    <w:p w14:paraId="69F7C546" w14:textId="15B11104" w:rsidR="00696163" w:rsidRPr="0080469E" w:rsidRDefault="00696163" w:rsidP="00696163">
      <w:pPr>
        <w:rPr>
          <w:rFonts w:cs="Times New Roman"/>
          <w:sz w:val="23"/>
          <w:szCs w:val="23"/>
        </w:rPr>
      </w:pPr>
      <w:r w:rsidRPr="0080469E">
        <w:rPr>
          <w:rFonts w:cs="Times New Roman"/>
          <w:sz w:val="23"/>
          <w:szCs w:val="23"/>
        </w:rPr>
        <w:t xml:space="preserve">…………………………………………………………………………………….…………… </w:t>
      </w:r>
    </w:p>
    <w:p w14:paraId="530C4FD7" w14:textId="3C318C13" w:rsidR="00696163" w:rsidRPr="00997F74" w:rsidRDefault="00696163" w:rsidP="00997F74">
      <w:pPr>
        <w:jc w:val="center"/>
        <w:rPr>
          <w:rFonts w:cs="Times New Roman"/>
          <w:sz w:val="18"/>
          <w:szCs w:val="18"/>
        </w:rPr>
      </w:pPr>
      <w:r w:rsidRPr="00997F74">
        <w:rPr>
          <w:rFonts w:cs="Times New Roman"/>
          <w:sz w:val="18"/>
          <w:szCs w:val="18"/>
        </w:rPr>
        <w:t>(imię, nazwisko oraz stanowisko służbowe pracownika</w:t>
      </w:r>
      <w:r w:rsidR="0018177C" w:rsidRPr="00997F74">
        <w:rPr>
          <w:rFonts w:cs="Times New Roman"/>
          <w:sz w:val="18"/>
          <w:szCs w:val="18"/>
        </w:rPr>
        <w:t xml:space="preserve"> i jego komórk</w:t>
      </w:r>
      <w:r w:rsidR="000648A3" w:rsidRPr="00997F74">
        <w:rPr>
          <w:rFonts w:cs="Times New Roman"/>
          <w:sz w:val="18"/>
          <w:szCs w:val="18"/>
        </w:rPr>
        <w:t xml:space="preserve">a </w:t>
      </w:r>
      <w:r w:rsidR="0018177C" w:rsidRPr="00997F74">
        <w:rPr>
          <w:rFonts w:cs="Times New Roman"/>
          <w:sz w:val="18"/>
          <w:szCs w:val="18"/>
        </w:rPr>
        <w:t>organizacyj</w:t>
      </w:r>
      <w:r w:rsidR="000648A3" w:rsidRPr="00997F74">
        <w:rPr>
          <w:rFonts w:cs="Times New Roman"/>
          <w:sz w:val="18"/>
          <w:szCs w:val="18"/>
        </w:rPr>
        <w:t>na</w:t>
      </w:r>
      <w:r w:rsidRPr="00997F74">
        <w:rPr>
          <w:rFonts w:cs="Times New Roman"/>
          <w:sz w:val="18"/>
          <w:szCs w:val="18"/>
        </w:rPr>
        <w:t>)</w:t>
      </w:r>
    </w:p>
    <w:p w14:paraId="6EF0A6D0" w14:textId="0C4DA2F1" w:rsidR="00656EA2" w:rsidRDefault="00656EA2" w:rsidP="0018177C">
      <w:pPr>
        <w:spacing w:line="240" w:lineRule="auto"/>
        <w:jc w:val="both"/>
        <w:rPr>
          <w:rFonts w:cs="Times New Roman"/>
          <w:bCs/>
          <w:sz w:val="23"/>
          <w:szCs w:val="23"/>
        </w:rPr>
      </w:pPr>
      <w:r w:rsidRPr="0080469E">
        <w:rPr>
          <w:rFonts w:cs="Times New Roman"/>
          <w:sz w:val="23"/>
          <w:szCs w:val="23"/>
        </w:rPr>
        <w:t xml:space="preserve">do podejmowania działań </w:t>
      </w:r>
      <w:r w:rsidR="008E5A9D" w:rsidRPr="0080469E">
        <w:rPr>
          <w:rFonts w:cs="Times New Roman"/>
          <w:sz w:val="23"/>
          <w:szCs w:val="23"/>
        </w:rPr>
        <w:t>w zakresie</w:t>
      </w:r>
      <w:r w:rsidRPr="0080469E">
        <w:rPr>
          <w:rFonts w:cs="Times New Roman"/>
          <w:sz w:val="23"/>
          <w:szCs w:val="23"/>
        </w:rPr>
        <w:t>:</w:t>
      </w:r>
      <w:r w:rsidRPr="0080469E">
        <w:rPr>
          <w:rFonts w:cs="Times New Roman"/>
          <w:bCs/>
          <w:sz w:val="23"/>
          <w:szCs w:val="23"/>
        </w:rPr>
        <w:t xml:space="preserve"> </w:t>
      </w:r>
    </w:p>
    <w:p w14:paraId="567881BF" w14:textId="77777777" w:rsidR="00F40940" w:rsidRDefault="00F40940" w:rsidP="0018177C">
      <w:pPr>
        <w:spacing w:line="240" w:lineRule="auto"/>
        <w:jc w:val="both"/>
        <w:rPr>
          <w:rFonts w:cs="Times New Roman"/>
          <w:bCs/>
          <w:sz w:val="23"/>
          <w:szCs w:val="23"/>
        </w:rPr>
      </w:pPr>
    </w:p>
    <w:p w14:paraId="63A06BD0" w14:textId="68F40844" w:rsidR="00F40940" w:rsidRDefault="00F40940" w:rsidP="004D037C">
      <w:pPr>
        <w:spacing w:line="240" w:lineRule="auto"/>
        <w:ind w:left="680"/>
        <w:jc w:val="both"/>
        <w:rPr>
          <w:rFonts w:eastAsia="Calibri" w:cs="Times New Roman"/>
          <w:sz w:val="23"/>
          <w:szCs w:val="23"/>
          <w:lang w:eastAsia="en-US"/>
        </w:rPr>
      </w:pPr>
      <w:r w:rsidRPr="00F40940">
        <w:rPr>
          <w:rFonts w:eastAsia="Calibri" w:cs="Times New Roman"/>
          <w:sz w:val="23"/>
          <w:szCs w:val="23"/>
          <w:lang w:eastAsia="en-US"/>
        </w:rPr>
        <w:t xml:space="preserve">- </w:t>
      </w:r>
      <w:r w:rsidR="004D037C">
        <w:rPr>
          <w:rFonts w:eastAsia="Calibri" w:cs="Times New Roman"/>
          <w:sz w:val="23"/>
          <w:szCs w:val="23"/>
          <w:lang w:eastAsia="en-US"/>
        </w:rPr>
        <w:t>…………………………..</w:t>
      </w:r>
    </w:p>
    <w:p w14:paraId="6C83765B" w14:textId="05E37BCC" w:rsidR="004D037C" w:rsidRDefault="004D037C" w:rsidP="004D037C">
      <w:pPr>
        <w:spacing w:line="240" w:lineRule="auto"/>
        <w:ind w:left="680"/>
        <w:jc w:val="both"/>
        <w:rPr>
          <w:rFonts w:eastAsia="Calibri" w:cs="Times New Roman"/>
          <w:sz w:val="23"/>
          <w:szCs w:val="23"/>
          <w:lang w:eastAsia="en-US"/>
        </w:rPr>
      </w:pPr>
      <w:r>
        <w:rPr>
          <w:rFonts w:eastAsia="Calibri" w:cs="Times New Roman"/>
          <w:sz w:val="23"/>
          <w:szCs w:val="23"/>
          <w:lang w:eastAsia="en-US"/>
        </w:rPr>
        <w:t>- …………………………..</w:t>
      </w:r>
    </w:p>
    <w:p w14:paraId="3DAA92E9" w14:textId="3DD364B0" w:rsidR="004D037C" w:rsidRPr="00ED1ED9" w:rsidRDefault="004D037C" w:rsidP="004D037C">
      <w:pPr>
        <w:spacing w:line="240" w:lineRule="auto"/>
        <w:ind w:left="680"/>
        <w:jc w:val="both"/>
        <w:rPr>
          <w:rFonts w:eastAsia="Calibri" w:cs="Times New Roman"/>
          <w:sz w:val="18"/>
          <w:szCs w:val="18"/>
          <w:lang w:eastAsia="en-US"/>
        </w:rPr>
      </w:pPr>
      <w:r w:rsidRPr="00ED1ED9">
        <w:rPr>
          <w:rFonts w:eastAsia="Calibri" w:cs="Times New Roman"/>
          <w:sz w:val="18"/>
          <w:szCs w:val="18"/>
          <w:lang w:eastAsia="en-US"/>
        </w:rPr>
        <w:t>(</w:t>
      </w:r>
      <w:r w:rsidRPr="00ED1ED9">
        <w:rPr>
          <w:rFonts w:eastAsia="Calibri" w:cs="Times New Roman"/>
          <w:i/>
          <w:iCs/>
          <w:sz w:val="18"/>
          <w:szCs w:val="18"/>
          <w:lang w:eastAsia="en-US"/>
        </w:rPr>
        <w:t xml:space="preserve">zakres powierzonych czynności z obszaru określonego w § 2 ust. 2 – 8 Zarządzenia) </w:t>
      </w:r>
    </w:p>
    <w:p w14:paraId="3FDF44D6" w14:textId="77777777" w:rsidR="00F40940" w:rsidRPr="00ED1ED9" w:rsidRDefault="00F40940" w:rsidP="00F40940">
      <w:pPr>
        <w:spacing w:line="240" w:lineRule="auto"/>
        <w:jc w:val="both"/>
        <w:rPr>
          <w:rFonts w:cs="Times New Roman"/>
          <w:bCs/>
          <w:sz w:val="18"/>
          <w:szCs w:val="18"/>
        </w:rPr>
      </w:pPr>
    </w:p>
    <w:p w14:paraId="48520B15" w14:textId="77777777" w:rsidR="0018177C" w:rsidRPr="0080469E" w:rsidRDefault="0018177C" w:rsidP="0018177C">
      <w:pPr>
        <w:spacing w:line="240" w:lineRule="auto"/>
        <w:jc w:val="both"/>
        <w:rPr>
          <w:rFonts w:cs="Times New Roman"/>
          <w:bCs/>
          <w:sz w:val="23"/>
          <w:szCs w:val="23"/>
        </w:rPr>
      </w:pPr>
    </w:p>
    <w:p w14:paraId="60D901AD" w14:textId="6863E559" w:rsidR="0018177C" w:rsidRPr="0080469E" w:rsidRDefault="0018177C" w:rsidP="0018177C">
      <w:pPr>
        <w:spacing w:line="240" w:lineRule="auto"/>
        <w:jc w:val="both"/>
        <w:rPr>
          <w:rFonts w:cs="Times New Roman"/>
          <w:sz w:val="23"/>
          <w:szCs w:val="23"/>
        </w:rPr>
      </w:pPr>
      <w:r w:rsidRPr="0080469E">
        <w:rPr>
          <w:rFonts w:cs="Times New Roman"/>
          <w:bCs/>
          <w:sz w:val="23"/>
          <w:szCs w:val="23"/>
        </w:rPr>
        <w:t xml:space="preserve">oraz </w:t>
      </w:r>
      <w:r w:rsidR="00382A91" w:rsidRPr="0080469E">
        <w:rPr>
          <w:rFonts w:cs="Times New Roman"/>
          <w:bCs/>
          <w:sz w:val="23"/>
          <w:szCs w:val="23"/>
        </w:rPr>
        <w:t xml:space="preserve">do </w:t>
      </w:r>
      <w:r w:rsidRPr="0080469E">
        <w:rPr>
          <w:rFonts w:cs="Times New Roman"/>
          <w:bCs/>
          <w:sz w:val="23"/>
          <w:szCs w:val="23"/>
        </w:rPr>
        <w:t xml:space="preserve">zawiązanego z wyżej wymienionymi </w:t>
      </w:r>
      <w:r w:rsidR="00382A91" w:rsidRPr="0080469E">
        <w:rPr>
          <w:rFonts w:cs="Times New Roman"/>
          <w:bCs/>
          <w:sz w:val="23"/>
          <w:szCs w:val="23"/>
        </w:rPr>
        <w:t>działaniami</w:t>
      </w:r>
      <w:r w:rsidRPr="0080469E">
        <w:rPr>
          <w:rFonts w:cs="Times New Roman"/>
          <w:bCs/>
          <w:sz w:val="23"/>
          <w:szCs w:val="23"/>
        </w:rPr>
        <w:t xml:space="preserve"> przetwarzania danych os</w:t>
      </w:r>
      <w:r w:rsidR="00382A91" w:rsidRPr="0080469E">
        <w:rPr>
          <w:rFonts w:cs="Times New Roman"/>
          <w:bCs/>
          <w:sz w:val="23"/>
          <w:szCs w:val="23"/>
        </w:rPr>
        <w:t xml:space="preserve">obowych. </w:t>
      </w:r>
    </w:p>
    <w:p w14:paraId="3FAC813C" w14:textId="77777777" w:rsidR="00656EA2" w:rsidRPr="0080469E" w:rsidRDefault="00656EA2" w:rsidP="00F55410">
      <w:pPr>
        <w:spacing w:line="240" w:lineRule="auto"/>
        <w:jc w:val="both"/>
        <w:rPr>
          <w:rFonts w:cs="Times New Roman"/>
          <w:sz w:val="23"/>
          <w:szCs w:val="23"/>
        </w:rPr>
      </w:pPr>
    </w:p>
    <w:p w14:paraId="011EC5AB" w14:textId="150F3F8B" w:rsidR="004D037C" w:rsidRDefault="00382A91" w:rsidP="002043DF">
      <w:pPr>
        <w:spacing w:line="240" w:lineRule="auto"/>
        <w:rPr>
          <w:rFonts w:eastAsia="Calibri" w:cs="Times New Roman"/>
          <w:sz w:val="23"/>
          <w:szCs w:val="23"/>
          <w:lang w:eastAsia="en-US"/>
        </w:rPr>
      </w:pPr>
      <w:r w:rsidRPr="0080469E">
        <w:rPr>
          <w:rFonts w:eastAsia="Calibri" w:cs="Times New Roman"/>
          <w:sz w:val="23"/>
          <w:szCs w:val="23"/>
          <w:lang w:eastAsia="en-US"/>
        </w:rPr>
        <w:t>Upoważnienie wydane zostaje na czas zatrudnienia</w:t>
      </w:r>
      <w:r w:rsidR="004D037C">
        <w:rPr>
          <w:rFonts w:eastAsia="Calibri" w:cs="Times New Roman"/>
          <w:sz w:val="23"/>
          <w:szCs w:val="23"/>
          <w:lang w:eastAsia="en-US"/>
        </w:rPr>
        <w:t xml:space="preserve"> </w:t>
      </w:r>
      <w:r w:rsidR="0014525A">
        <w:rPr>
          <w:rFonts w:eastAsia="Calibri" w:cs="Times New Roman"/>
          <w:sz w:val="23"/>
          <w:szCs w:val="23"/>
          <w:lang w:eastAsia="en-US"/>
        </w:rPr>
        <w:t>w P</w:t>
      </w:r>
      <w:r w:rsidR="0014525A" w:rsidRPr="0014525A">
        <w:rPr>
          <w:rFonts w:eastAsia="Calibri" w:cs="Times New Roman"/>
          <w:sz w:val="23"/>
          <w:szCs w:val="23"/>
          <w:lang w:eastAsia="en-US"/>
        </w:rPr>
        <w:t>owiatowej</w:t>
      </w:r>
      <w:r w:rsidR="00FF3368">
        <w:rPr>
          <w:rFonts w:eastAsia="Calibri" w:cs="Times New Roman"/>
          <w:sz w:val="23"/>
          <w:szCs w:val="23"/>
          <w:lang w:eastAsia="en-US"/>
        </w:rPr>
        <w:t xml:space="preserve"> Stacji Sanitarno –Epidemiologicznej w</w:t>
      </w:r>
      <w:r w:rsidR="0014525A">
        <w:rPr>
          <w:rFonts w:eastAsia="Calibri" w:cs="Times New Roman"/>
          <w:sz w:val="23"/>
          <w:szCs w:val="23"/>
          <w:lang w:eastAsia="en-US"/>
        </w:rPr>
        <w:t xml:space="preserve"> </w:t>
      </w:r>
      <w:r w:rsidR="0014525A" w:rsidRPr="0014525A">
        <w:rPr>
          <w:rFonts w:eastAsia="Calibri" w:cs="Times New Roman"/>
          <w:sz w:val="23"/>
          <w:szCs w:val="23"/>
          <w:lang w:eastAsia="en-US"/>
        </w:rPr>
        <w:t>Kamiennej Górze</w:t>
      </w:r>
      <w:r w:rsidRPr="0080469E">
        <w:rPr>
          <w:rFonts w:eastAsia="Calibri" w:cs="Times New Roman"/>
          <w:sz w:val="23"/>
          <w:szCs w:val="23"/>
          <w:lang w:eastAsia="en-US"/>
        </w:rPr>
        <w:t>.</w:t>
      </w:r>
    </w:p>
    <w:p w14:paraId="13434121" w14:textId="48CD134A" w:rsidR="00382A91" w:rsidRPr="0080469E" w:rsidRDefault="00EC3378" w:rsidP="00382A91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>
        <w:rPr>
          <w:rFonts w:eastAsia="Calibri" w:cs="Times New Roman"/>
          <w:sz w:val="23"/>
          <w:szCs w:val="23"/>
          <w:lang w:eastAsia="en-US"/>
        </w:rPr>
        <w:t xml:space="preserve">Upoważnienie wchodzi w życie z dniem </w:t>
      </w:r>
      <w:r w:rsidR="004D037C">
        <w:rPr>
          <w:rFonts w:eastAsia="Calibri" w:cs="Times New Roman"/>
          <w:sz w:val="23"/>
          <w:szCs w:val="23"/>
          <w:lang w:eastAsia="en-US"/>
        </w:rPr>
        <w:t>……………</w:t>
      </w:r>
      <w:r w:rsidR="0014525A">
        <w:rPr>
          <w:rFonts w:eastAsia="Calibri" w:cs="Times New Roman"/>
          <w:sz w:val="23"/>
          <w:szCs w:val="23"/>
          <w:lang w:eastAsia="en-US"/>
        </w:rPr>
        <w:t>…..</w:t>
      </w:r>
      <w:r w:rsidR="004D037C">
        <w:rPr>
          <w:rFonts w:eastAsia="Calibri" w:cs="Times New Roman"/>
          <w:sz w:val="23"/>
          <w:szCs w:val="23"/>
          <w:lang w:eastAsia="en-US"/>
        </w:rPr>
        <w:t xml:space="preserve">……. </w:t>
      </w:r>
      <w:r>
        <w:rPr>
          <w:rFonts w:eastAsia="Calibri" w:cs="Times New Roman"/>
          <w:sz w:val="23"/>
          <w:szCs w:val="23"/>
          <w:lang w:eastAsia="en-US"/>
        </w:rPr>
        <w:t xml:space="preserve"> </w:t>
      </w:r>
    </w:p>
    <w:p w14:paraId="0BDF363D" w14:textId="5900EAF9" w:rsidR="00382A91" w:rsidRPr="0080469E" w:rsidRDefault="00382A91" w:rsidP="00382A91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 w:rsidRPr="0080469E">
        <w:rPr>
          <w:rFonts w:eastAsia="Calibri" w:cs="Times New Roman"/>
          <w:sz w:val="23"/>
          <w:szCs w:val="23"/>
          <w:lang w:eastAsia="en-US"/>
        </w:rPr>
        <w:t xml:space="preserve">Upoważnienie może być w każdym czasie odwołane lub zmienione. </w:t>
      </w:r>
    </w:p>
    <w:p w14:paraId="5D642DE3" w14:textId="3D91E618" w:rsidR="00382A91" w:rsidRPr="0080469E" w:rsidRDefault="00382A91" w:rsidP="00382A91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 w:rsidRPr="0080469E">
        <w:rPr>
          <w:rFonts w:eastAsia="Calibri" w:cs="Times New Roman"/>
          <w:sz w:val="23"/>
          <w:szCs w:val="23"/>
          <w:lang w:eastAsia="en-US"/>
        </w:rPr>
        <w:t xml:space="preserve">W razie wygaśnięcia upoważnienia niniejszy dokument upoważnienia powinien być niezwłocznie zwrócony </w:t>
      </w:r>
      <w:r w:rsidR="0014525A" w:rsidRPr="0014525A">
        <w:rPr>
          <w:rFonts w:eastAsia="Calibri" w:cs="Times New Roman"/>
          <w:sz w:val="23"/>
          <w:szCs w:val="23"/>
          <w:lang w:eastAsia="en-US"/>
        </w:rPr>
        <w:t xml:space="preserve">pracownikowi </w:t>
      </w:r>
      <w:r w:rsidR="00AD49CA">
        <w:rPr>
          <w:rFonts w:eastAsia="Calibri" w:cs="Times New Roman"/>
          <w:sz w:val="23"/>
          <w:szCs w:val="23"/>
          <w:lang w:eastAsia="en-US"/>
        </w:rPr>
        <w:t>kadr</w:t>
      </w:r>
      <w:r w:rsidR="007C1005">
        <w:rPr>
          <w:rFonts w:eastAsia="Calibri" w:cs="Times New Roman"/>
          <w:sz w:val="23"/>
          <w:szCs w:val="23"/>
          <w:lang w:eastAsia="en-US"/>
        </w:rPr>
        <w:t>.</w:t>
      </w:r>
      <w:r w:rsidRPr="0080469E">
        <w:rPr>
          <w:rFonts w:eastAsia="Calibri" w:cs="Times New Roman"/>
          <w:sz w:val="23"/>
          <w:szCs w:val="23"/>
          <w:lang w:eastAsia="en-US"/>
        </w:rPr>
        <w:t xml:space="preserve"> </w:t>
      </w:r>
    </w:p>
    <w:p w14:paraId="2A6368B3" w14:textId="77777777" w:rsidR="00382A91" w:rsidRPr="0080469E" w:rsidRDefault="00382A91" w:rsidP="00382A91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</w:p>
    <w:p w14:paraId="37EA257A" w14:textId="77777777" w:rsidR="00382A91" w:rsidRPr="0080469E" w:rsidRDefault="00382A91" w:rsidP="00382A91">
      <w:pPr>
        <w:spacing w:line="240" w:lineRule="auto"/>
        <w:jc w:val="both"/>
        <w:rPr>
          <w:rFonts w:eastAsia="Calibri" w:cs="Times New Roman"/>
          <w:b/>
          <w:bCs/>
          <w:sz w:val="23"/>
          <w:szCs w:val="23"/>
          <w:lang w:eastAsia="en-US"/>
        </w:rPr>
      </w:pPr>
      <w:r w:rsidRPr="0080469E">
        <w:rPr>
          <w:rFonts w:eastAsia="Calibri" w:cs="Times New Roman"/>
          <w:b/>
          <w:bCs/>
          <w:sz w:val="23"/>
          <w:szCs w:val="23"/>
          <w:lang w:eastAsia="en-US"/>
        </w:rPr>
        <w:t xml:space="preserve">Pouczenie: </w:t>
      </w:r>
    </w:p>
    <w:p w14:paraId="1580030A" w14:textId="1336946A" w:rsidR="00382A91" w:rsidRPr="0080469E" w:rsidRDefault="00382A91" w:rsidP="00382A91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 w:rsidRPr="0080469E">
        <w:rPr>
          <w:rFonts w:eastAsia="Calibri" w:cs="Times New Roman"/>
          <w:sz w:val="23"/>
          <w:szCs w:val="23"/>
          <w:lang w:eastAsia="en-US"/>
        </w:rPr>
        <w:t xml:space="preserve">Upoważniony jest zobowiązany do zachowania tajemnicy w zakresie informacji i danych osobowych, które uzyskali w ramach przyjmowania i weryfikacji zgłoszeń zewnętrznych lub podejmowania działań następczych, także po ustaniu stosunku pracy; informacje stanowiące tajemnicę przedsiębiorstwa mogą być wykorzystywane wyłącznie w celu podjęcia działań następczych (art. </w:t>
      </w:r>
      <w:r w:rsidR="0080469E" w:rsidRPr="0080469E">
        <w:rPr>
          <w:rFonts w:eastAsia="Calibri" w:cs="Times New Roman"/>
          <w:sz w:val="23"/>
          <w:szCs w:val="23"/>
          <w:lang w:eastAsia="en-US"/>
        </w:rPr>
        <w:t xml:space="preserve">44 ust. 4 ustawy </w:t>
      </w:r>
      <w:r w:rsidR="0080469E" w:rsidRPr="0080469E">
        <w:rPr>
          <w:rFonts w:cs="Times New Roman"/>
          <w:sz w:val="23"/>
          <w:szCs w:val="23"/>
        </w:rPr>
        <w:t xml:space="preserve">o ochronie sygnalistów). </w:t>
      </w:r>
    </w:p>
    <w:p w14:paraId="4942FDCA" w14:textId="77777777" w:rsidR="0014525A" w:rsidRDefault="00696163" w:rsidP="00EC3378">
      <w:pPr>
        <w:jc w:val="right"/>
        <w:rPr>
          <w:rFonts w:cs="Times New Roman"/>
          <w:sz w:val="23"/>
          <w:szCs w:val="23"/>
        </w:rPr>
      </w:pPr>
      <w:r w:rsidRPr="0080469E">
        <w:rPr>
          <w:rFonts w:cs="Times New Roman"/>
          <w:sz w:val="23"/>
          <w:szCs w:val="23"/>
        </w:rPr>
        <w:t xml:space="preserve">                                                                                 </w:t>
      </w:r>
      <w:r w:rsidR="00E60C3D" w:rsidRPr="0080469E">
        <w:rPr>
          <w:rFonts w:cs="Times New Roman"/>
          <w:sz w:val="23"/>
          <w:szCs w:val="23"/>
        </w:rPr>
        <w:t xml:space="preserve">         </w:t>
      </w:r>
      <w:r w:rsidRPr="0080469E">
        <w:rPr>
          <w:rFonts w:cs="Times New Roman"/>
          <w:sz w:val="23"/>
          <w:szCs w:val="23"/>
        </w:rPr>
        <w:t xml:space="preserve">     </w:t>
      </w:r>
    </w:p>
    <w:p w14:paraId="1F19F49A" w14:textId="77777777" w:rsidR="0014525A" w:rsidRDefault="0014525A" w:rsidP="00EC3378">
      <w:pPr>
        <w:jc w:val="right"/>
        <w:rPr>
          <w:rFonts w:cs="Times New Roman"/>
          <w:sz w:val="23"/>
          <w:szCs w:val="23"/>
        </w:rPr>
      </w:pPr>
    </w:p>
    <w:p w14:paraId="6C3E2573" w14:textId="77777777" w:rsidR="0014525A" w:rsidRDefault="0014525A" w:rsidP="00EC3378">
      <w:pPr>
        <w:jc w:val="right"/>
        <w:rPr>
          <w:rFonts w:cs="Times New Roman"/>
          <w:sz w:val="23"/>
          <w:szCs w:val="23"/>
        </w:rPr>
      </w:pPr>
    </w:p>
    <w:p w14:paraId="67CA506F" w14:textId="77777777" w:rsidR="0014525A" w:rsidRDefault="0014525A" w:rsidP="00EC3378">
      <w:pPr>
        <w:jc w:val="right"/>
        <w:rPr>
          <w:rFonts w:cs="Times New Roman"/>
          <w:sz w:val="23"/>
          <w:szCs w:val="23"/>
        </w:rPr>
      </w:pPr>
    </w:p>
    <w:p w14:paraId="2AAB31CD" w14:textId="272F9741" w:rsidR="00696163" w:rsidRPr="0080469E" w:rsidRDefault="00696163" w:rsidP="00EC3378">
      <w:pPr>
        <w:jc w:val="right"/>
        <w:rPr>
          <w:rFonts w:cs="Times New Roman"/>
          <w:sz w:val="23"/>
          <w:szCs w:val="23"/>
        </w:rPr>
      </w:pPr>
      <w:r w:rsidRPr="0080469E">
        <w:rPr>
          <w:rFonts w:cs="Times New Roman"/>
          <w:sz w:val="23"/>
          <w:szCs w:val="23"/>
        </w:rPr>
        <w:t>………………………………………….</w:t>
      </w:r>
    </w:p>
    <w:p w14:paraId="0801F2D6" w14:textId="5CED9AC1" w:rsidR="00696163" w:rsidRPr="003D620C" w:rsidRDefault="0014525A" w:rsidP="0014525A">
      <w:pPr>
        <w:ind w:left="1700"/>
        <w:jc w:val="center"/>
        <w:rPr>
          <w:rFonts w:cs="Times New Roman"/>
          <w:sz w:val="18"/>
          <w:szCs w:val="18"/>
        </w:rPr>
      </w:pPr>
      <w:r w:rsidRPr="003D620C">
        <w:rPr>
          <w:rFonts w:cs="Times New Roman"/>
          <w:sz w:val="18"/>
          <w:szCs w:val="18"/>
        </w:rPr>
        <w:t xml:space="preserve">                                                          </w:t>
      </w:r>
      <w:r w:rsidR="00ED1ED9">
        <w:rPr>
          <w:rFonts w:cs="Times New Roman"/>
          <w:sz w:val="18"/>
          <w:szCs w:val="18"/>
        </w:rPr>
        <w:t xml:space="preserve">         (</w:t>
      </w:r>
      <w:r w:rsidR="003D620C">
        <w:rPr>
          <w:rFonts w:cs="Times New Roman"/>
          <w:sz w:val="18"/>
          <w:szCs w:val="18"/>
        </w:rPr>
        <w:t>p</w:t>
      </w:r>
      <w:r w:rsidR="00382A91" w:rsidRPr="003D620C">
        <w:rPr>
          <w:rFonts w:cs="Times New Roman"/>
          <w:sz w:val="18"/>
          <w:szCs w:val="18"/>
        </w:rPr>
        <w:t>odpis i pieczęć P</w:t>
      </w:r>
      <w:r w:rsidRPr="003D620C">
        <w:rPr>
          <w:rFonts w:cs="Times New Roman"/>
          <w:sz w:val="18"/>
          <w:szCs w:val="18"/>
        </w:rPr>
        <w:t>P</w:t>
      </w:r>
      <w:r w:rsidR="00382A91" w:rsidRPr="003D620C">
        <w:rPr>
          <w:rFonts w:cs="Times New Roman"/>
          <w:sz w:val="18"/>
          <w:szCs w:val="18"/>
        </w:rPr>
        <w:t>IS</w:t>
      </w:r>
      <w:r w:rsidR="00ED1ED9">
        <w:rPr>
          <w:rFonts w:cs="Times New Roman"/>
          <w:sz w:val="18"/>
          <w:szCs w:val="18"/>
        </w:rPr>
        <w:t>)</w:t>
      </w:r>
      <w:r w:rsidR="00382A91" w:rsidRPr="003D620C">
        <w:rPr>
          <w:rFonts w:cs="Times New Roman"/>
          <w:sz w:val="18"/>
          <w:szCs w:val="18"/>
        </w:rPr>
        <w:t xml:space="preserve"> </w:t>
      </w:r>
      <w:r w:rsidR="00696163" w:rsidRPr="003D620C">
        <w:rPr>
          <w:rFonts w:cs="Times New Roman"/>
          <w:sz w:val="18"/>
          <w:szCs w:val="18"/>
        </w:rPr>
        <w:t xml:space="preserve">                                                                                          </w:t>
      </w:r>
      <w:r w:rsidR="009C1E9E" w:rsidRPr="003D620C">
        <w:rPr>
          <w:rFonts w:cs="Times New Roman"/>
          <w:sz w:val="18"/>
          <w:szCs w:val="18"/>
        </w:rPr>
        <w:t xml:space="preserve">  </w:t>
      </w:r>
    </w:p>
    <w:sectPr w:rsidR="00696163" w:rsidRPr="003D620C" w:rsidSect="00342FE5">
      <w:headerReference w:type="default" r:id="rId12"/>
      <w:footnotePr>
        <w:numRestart w:val="eachSect"/>
      </w:footnotePr>
      <w:pgSz w:w="11906" w:h="16838"/>
      <w:pgMar w:top="624" w:right="1418" w:bottom="1559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5B0F2" w14:textId="77777777" w:rsidR="00A14603" w:rsidRDefault="00A14603">
      <w:r>
        <w:separator/>
      </w:r>
    </w:p>
  </w:endnote>
  <w:endnote w:type="continuationSeparator" w:id="0">
    <w:p w14:paraId="2658F53C" w14:textId="77777777" w:rsidR="00A14603" w:rsidRDefault="00A1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9807B" w14:textId="77777777" w:rsidR="00A14603" w:rsidRDefault="00A14603">
      <w:r>
        <w:separator/>
      </w:r>
    </w:p>
  </w:footnote>
  <w:footnote w:type="continuationSeparator" w:id="0">
    <w:p w14:paraId="0EF8D1B8" w14:textId="77777777" w:rsidR="00A14603" w:rsidRDefault="00A1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F045" w14:textId="77777777" w:rsidR="00CC3E3D" w:rsidRPr="00F97CDC" w:rsidRDefault="00CC3E3D" w:rsidP="00B371CC">
    <w:pPr>
      <w:pStyle w:val="Nagwek"/>
      <w:jc w:val="center"/>
      <w:rPr>
        <w:rFonts w:asciiTheme="minorHAnsi" w:hAnsiTheme="minorHAnsi" w:cstheme="minorHAnsi"/>
      </w:rPr>
    </w:pPr>
    <w:r w:rsidRPr="00F97CDC">
      <w:rPr>
        <w:rFonts w:asciiTheme="minorHAnsi" w:hAnsiTheme="minorHAnsi" w:cstheme="minorHAnsi"/>
      </w:rPr>
      <w:t xml:space="preserve">– </w:t>
    </w:r>
    <w:r w:rsidRPr="00F97CDC">
      <w:rPr>
        <w:rFonts w:asciiTheme="minorHAnsi" w:hAnsiTheme="minorHAnsi" w:cstheme="minorHAnsi"/>
      </w:rPr>
      <w:fldChar w:fldCharType="begin"/>
    </w:r>
    <w:r w:rsidRPr="00F97CDC">
      <w:rPr>
        <w:rFonts w:asciiTheme="minorHAnsi" w:hAnsiTheme="minorHAnsi" w:cstheme="minorHAnsi"/>
      </w:rPr>
      <w:instrText xml:space="preserve"> PAGE  \* MERGEFORMAT </w:instrText>
    </w:r>
    <w:r w:rsidRPr="00F97CDC">
      <w:rPr>
        <w:rFonts w:asciiTheme="minorHAnsi" w:hAnsiTheme="minorHAnsi" w:cstheme="minorHAnsi"/>
      </w:rPr>
      <w:fldChar w:fldCharType="separate"/>
    </w:r>
    <w:r w:rsidRPr="00F97CDC">
      <w:rPr>
        <w:rFonts w:asciiTheme="minorHAnsi" w:hAnsiTheme="minorHAnsi" w:cstheme="minorHAnsi"/>
        <w:noProof/>
      </w:rPr>
      <w:t>3</w:t>
    </w:r>
    <w:r w:rsidRPr="00F97CDC">
      <w:rPr>
        <w:rFonts w:asciiTheme="minorHAnsi" w:hAnsiTheme="minorHAnsi" w:cstheme="minorHAnsi"/>
        <w:noProof/>
      </w:rPr>
      <w:fldChar w:fldCharType="end"/>
    </w:r>
    <w:r w:rsidRPr="00F97CDC">
      <w:rPr>
        <w:rFonts w:asciiTheme="minorHAnsi" w:hAnsiTheme="minorHAnsi" w:cstheme="minorHAnsi"/>
      </w:rP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15D"/>
    <w:multiLevelType w:val="hybridMultilevel"/>
    <w:tmpl w:val="8D4E8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54CFC"/>
    <w:multiLevelType w:val="hybridMultilevel"/>
    <w:tmpl w:val="39EC8E90"/>
    <w:lvl w:ilvl="0" w:tplc="12360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E700FD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1"/>
  </w:num>
  <w:num w:numId="2" w16cid:durableId="1609504583">
    <w:abstractNumId w:val="2"/>
  </w:num>
  <w:num w:numId="3" w16cid:durableId="1713727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4134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7A"/>
    <w:rsid w:val="000012DA"/>
    <w:rsid w:val="00001554"/>
    <w:rsid w:val="00001944"/>
    <w:rsid w:val="0000246E"/>
    <w:rsid w:val="00003862"/>
    <w:rsid w:val="00011B4D"/>
    <w:rsid w:val="00012A35"/>
    <w:rsid w:val="00016099"/>
    <w:rsid w:val="00017DC2"/>
    <w:rsid w:val="00021105"/>
    <w:rsid w:val="00021522"/>
    <w:rsid w:val="0002153D"/>
    <w:rsid w:val="00021E72"/>
    <w:rsid w:val="00023471"/>
    <w:rsid w:val="00023F13"/>
    <w:rsid w:val="00027ED9"/>
    <w:rsid w:val="00030634"/>
    <w:rsid w:val="00031352"/>
    <w:rsid w:val="000319C1"/>
    <w:rsid w:val="00031A8B"/>
    <w:rsid w:val="00031BCA"/>
    <w:rsid w:val="000324E5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133"/>
    <w:rsid w:val="00057AB3"/>
    <w:rsid w:val="00060076"/>
    <w:rsid w:val="00060432"/>
    <w:rsid w:val="00060A5B"/>
    <w:rsid w:val="00060D87"/>
    <w:rsid w:val="000612FB"/>
    <w:rsid w:val="000615A5"/>
    <w:rsid w:val="00063617"/>
    <w:rsid w:val="000648A3"/>
    <w:rsid w:val="00064E4C"/>
    <w:rsid w:val="000660E5"/>
    <w:rsid w:val="00066901"/>
    <w:rsid w:val="000706C7"/>
    <w:rsid w:val="00071BEE"/>
    <w:rsid w:val="000731A3"/>
    <w:rsid w:val="000736CD"/>
    <w:rsid w:val="00073710"/>
    <w:rsid w:val="00073E57"/>
    <w:rsid w:val="0007533B"/>
    <w:rsid w:val="0007545D"/>
    <w:rsid w:val="000760BF"/>
    <w:rsid w:val="0007613E"/>
    <w:rsid w:val="00076BFC"/>
    <w:rsid w:val="000814A7"/>
    <w:rsid w:val="0008557B"/>
    <w:rsid w:val="0008579A"/>
    <w:rsid w:val="00085CE7"/>
    <w:rsid w:val="000906EE"/>
    <w:rsid w:val="00091BA2"/>
    <w:rsid w:val="000944EF"/>
    <w:rsid w:val="0009732D"/>
    <w:rsid w:val="000973F0"/>
    <w:rsid w:val="000A1296"/>
    <w:rsid w:val="000A1B80"/>
    <w:rsid w:val="000A1C27"/>
    <w:rsid w:val="000A1DAD"/>
    <w:rsid w:val="000A2649"/>
    <w:rsid w:val="000A2FC6"/>
    <w:rsid w:val="000A323B"/>
    <w:rsid w:val="000A3A9D"/>
    <w:rsid w:val="000A4948"/>
    <w:rsid w:val="000A4E18"/>
    <w:rsid w:val="000B03C3"/>
    <w:rsid w:val="000B1F54"/>
    <w:rsid w:val="000B298D"/>
    <w:rsid w:val="000B3FD8"/>
    <w:rsid w:val="000B5B2D"/>
    <w:rsid w:val="000B5DCE"/>
    <w:rsid w:val="000C05BA"/>
    <w:rsid w:val="000C0E8F"/>
    <w:rsid w:val="000C49E1"/>
    <w:rsid w:val="000C4BC4"/>
    <w:rsid w:val="000C4FE5"/>
    <w:rsid w:val="000D0110"/>
    <w:rsid w:val="000D2468"/>
    <w:rsid w:val="000D27F3"/>
    <w:rsid w:val="000D318A"/>
    <w:rsid w:val="000D6173"/>
    <w:rsid w:val="000D6F83"/>
    <w:rsid w:val="000E0CDF"/>
    <w:rsid w:val="000E25CC"/>
    <w:rsid w:val="000E28D2"/>
    <w:rsid w:val="000E3694"/>
    <w:rsid w:val="000E41D8"/>
    <w:rsid w:val="000E490F"/>
    <w:rsid w:val="000E6241"/>
    <w:rsid w:val="000E6361"/>
    <w:rsid w:val="000F21A1"/>
    <w:rsid w:val="000F2BE3"/>
    <w:rsid w:val="000F3D0D"/>
    <w:rsid w:val="000F4227"/>
    <w:rsid w:val="000F654C"/>
    <w:rsid w:val="000F6ED4"/>
    <w:rsid w:val="000F7A6E"/>
    <w:rsid w:val="001016A2"/>
    <w:rsid w:val="001042BA"/>
    <w:rsid w:val="00106BA6"/>
    <w:rsid w:val="00106D03"/>
    <w:rsid w:val="00110465"/>
    <w:rsid w:val="00110628"/>
    <w:rsid w:val="0011245A"/>
    <w:rsid w:val="001126A7"/>
    <w:rsid w:val="0011493E"/>
    <w:rsid w:val="00115B72"/>
    <w:rsid w:val="00116752"/>
    <w:rsid w:val="001209EC"/>
    <w:rsid w:val="00120A9E"/>
    <w:rsid w:val="00120C12"/>
    <w:rsid w:val="00120C92"/>
    <w:rsid w:val="001249ED"/>
    <w:rsid w:val="00125A9C"/>
    <w:rsid w:val="001270A2"/>
    <w:rsid w:val="00131237"/>
    <w:rsid w:val="001329AC"/>
    <w:rsid w:val="00133120"/>
    <w:rsid w:val="00134002"/>
    <w:rsid w:val="00134CA0"/>
    <w:rsid w:val="00135C2A"/>
    <w:rsid w:val="00136A27"/>
    <w:rsid w:val="0014026F"/>
    <w:rsid w:val="00140BE9"/>
    <w:rsid w:val="0014525A"/>
    <w:rsid w:val="00147A47"/>
    <w:rsid w:val="00147AA1"/>
    <w:rsid w:val="001520CF"/>
    <w:rsid w:val="001532CC"/>
    <w:rsid w:val="0015336A"/>
    <w:rsid w:val="001535A2"/>
    <w:rsid w:val="0015667C"/>
    <w:rsid w:val="00157110"/>
    <w:rsid w:val="001571BA"/>
    <w:rsid w:val="0015742A"/>
    <w:rsid w:val="00157DA1"/>
    <w:rsid w:val="00163147"/>
    <w:rsid w:val="00163C93"/>
    <w:rsid w:val="00164C57"/>
    <w:rsid w:val="00164C9D"/>
    <w:rsid w:val="001660D5"/>
    <w:rsid w:val="00172C6C"/>
    <w:rsid w:val="00172F7A"/>
    <w:rsid w:val="00173150"/>
    <w:rsid w:val="00173390"/>
    <w:rsid w:val="001733FB"/>
    <w:rsid w:val="001736F0"/>
    <w:rsid w:val="00173BB3"/>
    <w:rsid w:val="001740D0"/>
    <w:rsid w:val="00174F2C"/>
    <w:rsid w:val="0017530F"/>
    <w:rsid w:val="00175E86"/>
    <w:rsid w:val="00180F2A"/>
    <w:rsid w:val="0018177C"/>
    <w:rsid w:val="00182319"/>
    <w:rsid w:val="00184B91"/>
    <w:rsid w:val="00184D4A"/>
    <w:rsid w:val="00186EC1"/>
    <w:rsid w:val="00191E1F"/>
    <w:rsid w:val="0019274B"/>
    <w:rsid w:val="0019287B"/>
    <w:rsid w:val="0019473B"/>
    <w:rsid w:val="001952B1"/>
    <w:rsid w:val="00196E39"/>
    <w:rsid w:val="00197649"/>
    <w:rsid w:val="001A01FB"/>
    <w:rsid w:val="001A10E9"/>
    <w:rsid w:val="001A183D"/>
    <w:rsid w:val="001A2B65"/>
    <w:rsid w:val="001A2B9D"/>
    <w:rsid w:val="001A3CD3"/>
    <w:rsid w:val="001A5BEF"/>
    <w:rsid w:val="001A615F"/>
    <w:rsid w:val="001A7F15"/>
    <w:rsid w:val="001B1E95"/>
    <w:rsid w:val="001B2D0D"/>
    <w:rsid w:val="001B342E"/>
    <w:rsid w:val="001B64A7"/>
    <w:rsid w:val="001C1832"/>
    <w:rsid w:val="001C188C"/>
    <w:rsid w:val="001C1ADE"/>
    <w:rsid w:val="001C336B"/>
    <w:rsid w:val="001C5CB1"/>
    <w:rsid w:val="001D1783"/>
    <w:rsid w:val="001D326B"/>
    <w:rsid w:val="001D53CD"/>
    <w:rsid w:val="001D55A3"/>
    <w:rsid w:val="001D5AF5"/>
    <w:rsid w:val="001E035B"/>
    <w:rsid w:val="001E1E73"/>
    <w:rsid w:val="001E4DAA"/>
    <w:rsid w:val="001E4E0C"/>
    <w:rsid w:val="001E526D"/>
    <w:rsid w:val="001E5655"/>
    <w:rsid w:val="001F11A2"/>
    <w:rsid w:val="001F1832"/>
    <w:rsid w:val="001F220F"/>
    <w:rsid w:val="001F25B3"/>
    <w:rsid w:val="001F266D"/>
    <w:rsid w:val="001F5663"/>
    <w:rsid w:val="001F6189"/>
    <w:rsid w:val="001F6616"/>
    <w:rsid w:val="00202BD4"/>
    <w:rsid w:val="002036D9"/>
    <w:rsid w:val="002043DF"/>
    <w:rsid w:val="0020490E"/>
    <w:rsid w:val="00204A97"/>
    <w:rsid w:val="002055A1"/>
    <w:rsid w:val="00207FE1"/>
    <w:rsid w:val="002114EF"/>
    <w:rsid w:val="00214789"/>
    <w:rsid w:val="00214A8B"/>
    <w:rsid w:val="002166AD"/>
    <w:rsid w:val="00217665"/>
    <w:rsid w:val="00217871"/>
    <w:rsid w:val="00221ED8"/>
    <w:rsid w:val="002231EA"/>
    <w:rsid w:val="00223FDF"/>
    <w:rsid w:val="00224E2C"/>
    <w:rsid w:val="002279C0"/>
    <w:rsid w:val="002318C8"/>
    <w:rsid w:val="00232B50"/>
    <w:rsid w:val="00233BD1"/>
    <w:rsid w:val="00236902"/>
    <w:rsid w:val="00236A51"/>
    <w:rsid w:val="0023727E"/>
    <w:rsid w:val="00237DA0"/>
    <w:rsid w:val="00242081"/>
    <w:rsid w:val="00242119"/>
    <w:rsid w:val="00242C01"/>
    <w:rsid w:val="00242D40"/>
    <w:rsid w:val="00243777"/>
    <w:rsid w:val="002441CD"/>
    <w:rsid w:val="00246FEB"/>
    <w:rsid w:val="00247495"/>
    <w:rsid w:val="002501A3"/>
    <w:rsid w:val="00251484"/>
    <w:rsid w:val="0025166C"/>
    <w:rsid w:val="00253787"/>
    <w:rsid w:val="00253F40"/>
    <w:rsid w:val="002551C2"/>
    <w:rsid w:val="002555D4"/>
    <w:rsid w:val="002605D1"/>
    <w:rsid w:val="002618B7"/>
    <w:rsid w:val="00261A16"/>
    <w:rsid w:val="0026202F"/>
    <w:rsid w:val="00263522"/>
    <w:rsid w:val="00264EC6"/>
    <w:rsid w:val="00266BA8"/>
    <w:rsid w:val="00267E2F"/>
    <w:rsid w:val="00270A69"/>
    <w:rsid w:val="00271013"/>
    <w:rsid w:val="0027116E"/>
    <w:rsid w:val="00273840"/>
    <w:rsid w:val="00273FE4"/>
    <w:rsid w:val="002765B4"/>
    <w:rsid w:val="00276783"/>
    <w:rsid w:val="00276A94"/>
    <w:rsid w:val="0028243F"/>
    <w:rsid w:val="0029405D"/>
    <w:rsid w:val="00294FA6"/>
    <w:rsid w:val="00295A6F"/>
    <w:rsid w:val="002A20C4"/>
    <w:rsid w:val="002A23DF"/>
    <w:rsid w:val="002A3261"/>
    <w:rsid w:val="002A46EA"/>
    <w:rsid w:val="002A570F"/>
    <w:rsid w:val="002A7292"/>
    <w:rsid w:val="002A7358"/>
    <w:rsid w:val="002A7902"/>
    <w:rsid w:val="002B0F6B"/>
    <w:rsid w:val="002B23B8"/>
    <w:rsid w:val="002B364A"/>
    <w:rsid w:val="002B4429"/>
    <w:rsid w:val="002B68A6"/>
    <w:rsid w:val="002B7EA2"/>
    <w:rsid w:val="002B7FAF"/>
    <w:rsid w:val="002C01E4"/>
    <w:rsid w:val="002D02DB"/>
    <w:rsid w:val="002D0C4F"/>
    <w:rsid w:val="002D1004"/>
    <w:rsid w:val="002D1364"/>
    <w:rsid w:val="002D243B"/>
    <w:rsid w:val="002D4D30"/>
    <w:rsid w:val="002D5000"/>
    <w:rsid w:val="002D598D"/>
    <w:rsid w:val="002D7188"/>
    <w:rsid w:val="002E09E5"/>
    <w:rsid w:val="002E1DE3"/>
    <w:rsid w:val="002E2AB6"/>
    <w:rsid w:val="002E3F34"/>
    <w:rsid w:val="002E53C0"/>
    <w:rsid w:val="002E5F79"/>
    <w:rsid w:val="002E64FA"/>
    <w:rsid w:val="002E75CA"/>
    <w:rsid w:val="002E768F"/>
    <w:rsid w:val="002E7A82"/>
    <w:rsid w:val="002F0A00"/>
    <w:rsid w:val="002F0CFA"/>
    <w:rsid w:val="002F1C58"/>
    <w:rsid w:val="002F2CB7"/>
    <w:rsid w:val="002F30C0"/>
    <w:rsid w:val="002F6177"/>
    <w:rsid w:val="002F669F"/>
    <w:rsid w:val="00301685"/>
    <w:rsid w:val="00301C97"/>
    <w:rsid w:val="00305535"/>
    <w:rsid w:val="00306376"/>
    <w:rsid w:val="0031004C"/>
    <w:rsid w:val="003105F6"/>
    <w:rsid w:val="00310652"/>
    <w:rsid w:val="00311297"/>
    <w:rsid w:val="003113BE"/>
    <w:rsid w:val="003122CA"/>
    <w:rsid w:val="00312827"/>
    <w:rsid w:val="003148FD"/>
    <w:rsid w:val="00316EC5"/>
    <w:rsid w:val="00317B83"/>
    <w:rsid w:val="00320644"/>
    <w:rsid w:val="00321080"/>
    <w:rsid w:val="00321482"/>
    <w:rsid w:val="00322D45"/>
    <w:rsid w:val="0032569A"/>
    <w:rsid w:val="00325A1F"/>
    <w:rsid w:val="003268F9"/>
    <w:rsid w:val="00330BAF"/>
    <w:rsid w:val="003312B2"/>
    <w:rsid w:val="003346C0"/>
    <w:rsid w:val="00334E3A"/>
    <w:rsid w:val="00335081"/>
    <w:rsid w:val="003361DD"/>
    <w:rsid w:val="00337717"/>
    <w:rsid w:val="00341A6A"/>
    <w:rsid w:val="00342FE5"/>
    <w:rsid w:val="00345B9C"/>
    <w:rsid w:val="00345EA9"/>
    <w:rsid w:val="0035021C"/>
    <w:rsid w:val="00352DAE"/>
    <w:rsid w:val="00354EB9"/>
    <w:rsid w:val="003602AE"/>
    <w:rsid w:val="00360929"/>
    <w:rsid w:val="00363DCD"/>
    <w:rsid w:val="00364684"/>
    <w:rsid w:val="003647D5"/>
    <w:rsid w:val="003648F2"/>
    <w:rsid w:val="003674B0"/>
    <w:rsid w:val="00375F1F"/>
    <w:rsid w:val="00376669"/>
    <w:rsid w:val="00376D81"/>
    <w:rsid w:val="0037727C"/>
    <w:rsid w:val="00377E70"/>
    <w:rsid w:val="00380904"/>
    <w:rsid w:val="003823EE"/>
    <w:rsid w:val="00382960"/>
    <w:rsid w:val="00382A91"/>
    <w:rsid w:val="003846F7"/>
    <w:rsid w:val="003851ED"/>
    <w:rsid w:val="00385B39"/>
    <w:rsid w:val="00386785"/>
    <w:rsid w:val="00390E89"/>
    <w:rsid w:val="00391B1A"/>
    <w:rsid w:val="00394423"/>
    <w:rsid w:val="003965FE"/>
    <w:rsid w:val="00396942"/>
    <w:rsid w:val="00396B49"/>
    <w:rsid w:val="00396E3E"/>
    <w:rsid w:val="003A0D6A"/>
    <w:rsid w:val="003A19F6"/>
    <w:rsid w:val="003A306E"/>
    <w:rsid w:val="003A4B3F"/>
    <w:rsid w:val="003A6026"/>
    <w:rsid w:val="003A60DC"/>
    <w:rsid w:val="003A6A46"/>
    <w:rsid w:val="003A75A5"/>
    <w:rsid w:val="003A7A63"/>
    <w:rsid w:val="003B000C"/>
    <w:rsid w:val="003B0F1D"/>
    <w:rsid w:val="003B24CE"/>
    <w:rsid w:val="003B47AF"/>
    <w:rsid w:val="003B4A57"/>
    <w:rsid w:val="003B7351"/>
    <w:rsid w:val="003C03EA"/>
    <w:rsid w:val="003C077A"/>
    <w:rsid w:val="003C0AD9"/>
    <w:rsid w:val="003C0ED0"/>
    <w:rsid w:val="003C1D49"/>
    <w:rsid w:val="003C23CD"/>
    <w:rsid w:val="003C2978"/>
    <w:rsid w:val="003C2DD7"/>
    <w:rsid w:val="003C35C4"/>
    <w:rsid w:val="003C60A0"/>
    <w:rsid w:val="003D1288"/>
    <w:rsid w:val="003D12C2"/>
    <w:rsid w:val="003D31B9"/>
    <w:rsid w:val="003D3867"/>
    <w:rsid w:val="003D620C"/>
    <w:rsid w:val="003E0D1A"/>
    <w:rsid w:val="003E29F8"/>
    <w:rsid w:val="003E2DA3"/>
    <w:rsid w:val="003F020D"/>
    <w:rsid w:val="003F03D9"/>
    <w:rsid w:val="003F1640"/>
    <w:rsid w:val="003F1AD2"/>
    <w:rsid w:val="003F2FBE"/>
    <w:rsid w:val="003F318D"/>
    <w:rsid w:val="003F5BAE"/>
    <w:rsid w:val="003F625F"/>
    <w:rsid w:val="003F6ED7"/>
    <w:rsid w:val="003F75AF"/>
    <w:rsid w:val="00401C84"/>
    <w:rsid w:val="00403210"/>
    <w:rsid w:val="004035BB"/>
    <w:rsid w:val="004035EB"/>
    <w:rsid w:val="00406899"/>
    <w:rsid w:val="00407332"/>
    <w:rsid w:val="00407828"/>
    <w:rsid w:val="00413D8E"/>
    <w:rsid w:val="004140F2"/>
    <w:rsid w:val="00415DF8"/>
    <w:rsid w:val="00417196"/>
    <w:rsid w:val="00417B22"/>
    <w:rsid w:val="00421085"/>
    <w:rsid w:val="0042242E"/>
    <w:rsid w:val="0042465E"/>
    <w:rsid w:val="00424DF7"/>
    <w:rsid w:val="00432B76"/>
    <w:rsid w:val="00434D01"/>
    <w:rsid w:val="00435D26"/>
    <w:rsid w:val="00436710"/>
    <w:rsid w:val="00440C99"/>
    <w:rsid w:val="0044175C"/>
    <w:rsid w:val="00444D9C"/>
    <w:rsid w:val="00445F4D"/>
    <w:rsid w:val="004470C4"/>
    <w:rsid w:val="004504C0"/>
    <w:rsid w:val="004544BD"/>
    <w:rsid w:val="004550FB"/>
    <w:rsid w:val="004571D8"/>
    <w:rsid w:val="0046111A"/>
    <w:rsid w:val="004612C3"/>
    <w:rsid w:val="00462946"/>
    <w:rsid w:val="00463F43"/>
    <w:rsid w:val="00464B94"/>
    <w:rsid w:val="004653A8"/>
    <w:rsid w:val="00465A0B"/>
    <w:rsid w:val="0047077C"/>
    <w:rsid w:val="0047096D"/>
    <w:rsid w:val="00470B05"/>
    <w:rsid w:val="0047207C"/>
    <w:rsid w:val="00472CD6"/>
    <w:rsid w:val="00474E3C"/>
    <w:rsid w:val="00477C0C"/>
    <w:rsid w:val="00480A58"/>
    <w:rsid w:val="00482151"/>
    <w:rsid w:val="00483BA3"/>
    <w:rsid w:val="00485FAD"/>
    <w:rsid w:val="004874E7"/>
    <w:rsid w:val="00487AED"/>
    <w:rsid w:val="00491EDF"/>
    <w:rsid w:val="00492A3F"/>
    <w:rsid w:val="00493AA0"/>
    <w:rsid w:val="00494F62"/>
    <w:rsid w:val="0049778A"/>
    <w:rsid w:val="004A15F9"/>
    <w:rsid w:val="004A1D31"/>
    <w:rsid w:val="004A2001"/>
    <w:rsid w:val="004A3590"/>
    <w:rsid w:val="004A53D2"/>
    <w:rsid w:val="004B00A7"/>
    <w:rsid w:val="004B04E5"/>
    <w:rsid w:val="004B25E2"/>
    <w:rsid w:val="004B2BE6"/>
    <w:rsid w:val="004B34D7"/>
    <w:rsid w:val="004B45AF"/>
    <w:rsid w:val="004B5037"/>
    <w:rsid w:val="004B5B2F"/>
    <w:rsid w:val="004B6152"/>
    <w:rsid w:val="004B626A"/>
    <w:rsid w:val="004B660E"/>
    <w:rsid w:val="004C05BD"/>
    <w:rsid w:val="004C195E"/>
    <w:rsid w:val="004C3B06"/>
    <w:rsid w:val="004C3F97"/>
    <w:rsid w:val="004C7EE7"/>
    <w:rsid w:val="004D037C"/>
    <w:rsid w:val="004D0BE4"/>
    <w:rsid w:val="004D28A5"/>
    <w:rsid w:val="004D2DEE"/>
    <w:rsid w:val="004D2E1F"/>
    <w:rsid w:val="004D6FC0"/>
    <w:rsid w:val="004D7FD9"/>
    <w:rsid w:val="004E1324"/>
    <w:rsid w:val="004E19A5"/>
    <w:rsid w:val="004E3738"/>
    <w:rsid w:val="004E37E5"/>
    <w:rsid w:val="004E3FDB"/>
    <w:rsid w:val="004E5198"/>
    <w:rsid w:val="004F075F"/>
    <w:rsid w:val="004F1E9E"/>
    <w:rsid w:val="004F1F4A"/>
    <w:rsid w:val="004F296D"/>
    <w:rsid w:val="004F508B"/>
    <w:rsid w:val="004F5489"/>
    <w:rsid w:val="004F695F"/>
    <w:rsid w:val="004F6CA4"/>
    <w:rsid w:val="00500752"/>
    <w:rsid w:val="00500E6D"/>
    <w:rsid w:val="005014D9"/>
    <w:rsid w:val="00501A50"/>
    <w:rsid w:val="0050222D"/>
    <w:rsid w:val="00503AF3"/>
    <w:rsid w:val="00503C4F"/>
    <w:rsid w:val="0050696D"/>
    <w:rsid w:val="00506EEA"/>
    <w:rsid w:val="00506F5A"/>
    <w:rsid w:val="0051094B"/>
    <w:rsid w:val="005110D7"/>
    <w:rsid w:val="00511D99"/>
    <w:rsid w:val="00512017"/>
    <w:rsid w:val="005128D3"/>
    <w:rsid w:val="005147E8"/>
    <w:rsid w:val="005158F2"/>
    <w:rsid w:val="005211BC"/>
    <w:rsid w:val="00522DCF"/>
    <w:rsid w:val="005261AA"/>
    <w:rsid w:val="00526DFC"/>
    <w:rsid w:val="00526F43"/>
    <w:rsid w:val="00526F76"/>
    <w:rsid w:val="00527651"/>
    <w:rsid w:val="005363AB"/>
    <w:rsid w:val="0053760C"/>
    <w:rsid w:val="00540DCB"/>
    <w:rsid w:val="0054371A"/>
    <w:rsid w:val="00544A36"/>
    <w:rsid w:val="00544EF4"/>
    <w:rsid w:val="00545089"/>
    <w:rsid w:val="00545E53"/>
    <w:rsid w:val="005479D9"/>
    <w:rsid w:val="00550133"/>
    <w:rsid w:val="00551120"/>
    <w:rsid w:val="005572BD"/>
    <w:rsid w:val="00557A12"/>
    <w:rsid w:val="00560AC7"/>
    <w:rsid w:val="00561AFB"/>
    <w:rsid w:val="00561DE0"/>
    <w:rsid w:val="00561FA8"/>
    <w:rsid w:val="00562A27"/>
    <w:rsid w:val="005635ED"/>
    <w:rsid w:val="00565253"/>
    <w:rsid w:val="00570191"/>
    <w:rsid w:val="00570570"/>
    <w:rsid w:val="00572512"/>
    <w:rsid w:val="00573EE6"/>
    <w:rsid w:val="0057473F"/>
    <w:rsid w:val="0057547F"/>
    <w:rsid w:val="005754EE"/>
    <w:rsid w:val="0057617E"/>
    <w:rsid w:val="00576497"/>
    <w:rsid w:val="00581FD8"/>
    <w:rsid w:val="0058264C"/>
    <w:rsid w:val="005835E7"/>
    <w:rsid w:val="0058397F"/>
    <w:rsid w:val="00583BF8"/>
    <w:rsid w:val="00583FA1"/>
    <w:rsid w:val="00584357"/>
    <w:rsid w:val="00584561"/>
    <w:rsid w:val="00585F33"/>
    <w:rsid w:val="00591124"/>
    <w:rsid w:val="00591764"/>
    <w:rsid w:val="00595ADB"/>
    <w:rsid w:val="00597024"/>
    <w:rsid w:val="005A0274"/>
    <w:rsid w:val="005A095C"/>
    <w:rsid w:val="005A17E7"/>
    <w:rsid w:val="005A4BFB"/>
    <w:rsid w:val="005A669D"/>
    <w:rsid w:val="005A75D8"/>
    <w:rsid w:val="005A7B82"/>
    <w:rsid w:val="005B37A0"/>
    <w:rsid w:val="005B713E"/>
    <w:rsid w:val="005B75C5"/>
    <w:rsid w:val="005C03B6"/>
    <w:rsid w:val="005C27B7"/>
    <w:rsid w:val="005C348E"/>
    <w:rsid w:val="005C4691"/>
    <w:rsid w:val="005C68E1"/>
    <w:rsid w:val="005C6A14"/>
    <w:rsid w:val="005D046F"/>
    <w:rsid w:val="005D2894"/>
    <w:rsid w:val="005D3763"/>
    <w:rsid w:val="005D55E1"/>
    <w:rsid w:val="005D665F"/>
    <w:rsid w:val="005D6D57"/>
    <w:rsid w:val="005E0430"/>
    <w:rsid w:val="005E19F7"/>
    <w:rsid w:val="005E1ADD"/>
    <w:rsid w:val="005E362C"/>
    <w:rsid w:val="005E442D"/>
    <w:rsid w:val="005E4F04"/>
    <w:rsid w:val="005E62C2"/>
    <w:rsid w:val="005E6C71"/>
    <w:rsid w:val="005F0963"/>
    <w:rsid w:val="005F2824"/>
    <w:rsid w:val="005F2EBA"/>
    <w:rsid w:val="005F35ED"/>
    <w:rsid w:val="005F3C7A"/>
    <w:rsid w:val="005F5297"/>
    <w:rsid w:val="005F7812"/>
    <w:rsid w:val="005F7A88"/>
    <w:rsid w:val="00601D2D"/>
    <w:rsid w:val="0060304F"/>
    <w:rsid w:val="0060311F"/>
    <w:rsid w:val="00603A1A"/>
    <w:rsid w:val="006046D5"/>
    <w:rsid w:val="0060722B"/>
    <w:rsid w:val="00607A93"/>
    <w:rsid w:val="00607B1A"/>
    <w:rsid w:val="00610C08"/>
    <w:rsid w:val="00610F54"/>
    <w:rsid w:val="00611073"/>
    <w:rsid w:val="00611F74"/>
    <w:rsid w:val="00615772"/>
    <w:rsid w:val="00621256"/>
    <w:rsid w:val="00621FCC"/>
    <w:rsid w:val="00622E4B"/>
    <w:rsid w:val="00630581"/>
    <w:rsid w:val="006333DA"/>
    <w:rsid w:val="00634B4F"/>
    <w:rsid w:val="00635134"/>
    <w:rsid w:val="006356E2"/>
    <w:rsid w:val="00642A65"/>
    <w:rsid w:val="0064387D"/>
    <w:rsid w:val="006447B9"/>
    <w:rsid w:val="00645969"/>
    <w:rsid w:val="00645DCE"/>
    <w:rsid w:val="006465AC"/>
    <w:rsid w:val="006465BF"/>
    <w:rsid w:val="00651CF2"/>
    <w:rsid w:val="00652626"/>
    <w:rsid w:val="00653B22"/>
    <w:rsid w:val="00655274"/>
    <w:rsid w:val="006565A9"/>
    <w:rsid w:val="00656EA2"/>
    <w:rsid w:val="00657BF4"/>
    <w:rsid w:val="006603FB"/>
    <w:rsid w:val="006608DF"/>
    <w:rsid w:val="006618D2"/>
    <w:rsid w:val="006623AC"/>
    <w:rsid w:val="0066255A"/>
    <w:rsid w:val="006678AF"/>
    <w:rsid w:val="006701EF"/>
    <w:rsid w:val="00671351"/>
    <w:rsid w:val="006717BD"/>
    <w:rsid w:val="00673BA5"/>
    <w:rsid w:val="00680058"/>
    <w:rsid w:val="00680E19"/>
    <w:rsid w:val="0068138D"/>
    <w:rsid w:val="00681F9F"/>
    <w:rsid w:val="006840EA"/>
    <w:rsid w:val="006844E2"/>
    <w:rsid w:val="00685267"/>
    <w:rsid w:val="006872AE"/>
    <w:rsid w:val="00690082"/>
    <w:rsid w:val="00690252"/>
    <w:rsid w:val="0069382D"/>
    <w:rsid w:val="006946BB"/>
    <w:rsid w:val="00695AD4"/>
    <w:rsid w:val="00696163"/>
    <w:rsid w:val="006969FA"/>
    <w:rsid w:val="00697A5B"/>
    <w:rsid w:val="006A22C7"/>
    <w:rsid w:val="006A2C9F"/>
    <w:rsid w:val="006A35D5"/>
    <w:rsid w:val="006A565C"/>
    <w:rsid w:val="006A5C86"/>
    <w:rsid w:val="006A62D1"/>
    <w:rsid w:val="006A6839"/>
    <w:rsid w:val="006A6DEA"/>
    <w:rsid w:val="006A748A"/>
    <w:rsid w:val="006A7C16"/>
    <w:rsid w:val="006B1814"/>
    <w:rsid w:val="006B579A"/>
    <w:rsid w:val="006C0E82"/>
    <w:rsid w:val="006C419E"/>
    <w:rsid w:val="006C4A31"/>
    <w:rsid w:val="006C5AC2"/>
    <w:rsid w:val="006C6AFB"/>
    <w:rsid w:val="006D1451"/>
    <w:rsid w:val="006D2735"/>
    <w:rsid w:val="006D3F55"/>
    <w:rsid w:val="006D45B2"/>
    <w:rsid w:val="006D6454"/>
    <w:rsid w:val="006E038E"/>
    <w:rsid w:val="006E0FCC"/>
    <w:rsid w:val="006E13C8"/>
    <w:rsid w:val="006E1E96"/>
    <w:rsid w:val="006E39C2"/>
    <w:rsid w:val="006E3B92"/>
    <w:rsid w:val="006E3D4B"/>
    <w:rsid w:val="006E3F90"/>
    <w:rsid w:val="006E5E21"/>
    <w:rsid w:val="006E6AF3"/>
    <w:rsid w:val="006F0729"/>
    <w:rsid w:val="006F2648"/>
    <w:rsid w:val="006F2F10"/>
    <w:rsid w:val="006F482B"/>
    <w:rsid w:val="006F6311"/>
    <w:rsid w:val="00701952"/>
    <w:rsid w:val="00702556"/>
    <w:rsid w:val="0070277E"/>
    <w:rsid w:val="00704156"/>
    <w:rsid w:val="00705DA0"/>
    <w:rsid w:val="007069FC"/>
    <w:rsid w:val="00711221"/>
    <w:rsid w:val="00712675"/>
    <w:rsid w:val="007131C2"/>
    <w:rsid w:val="00713808"/>
    <w:rsid w:val="007151B6"/>
    <w:rsid w:val="0071520D"/>
    <w:rsid w:val="00715EDB"/>
    <w:rsid w:val="007160D5"/>
    <w:rsid w:val="007163FB"/>
    <w:rsid w:val="007175A9"/>
    <w:rsid w:val="00717C2E"/>
    <w:rsid w:val="007204FA"/>
    <w:rsid w:val="0072132A"/>
    <w:rsid w:val="007213B3"/>
    <w:rsid w:val="00721905"/>
    <w:rsid w:val="00722E63"/>
    <w:rsid w:val="0072457F"/>
    <w:rsid w:val="00725406"/>
    <w:rsid w:val="0072621B"/>
    <w:rsid w:val="00726C82"/>
    <w:rsid w:val="00730555"/>
    <w:rsid w:val="007312CC"/>
    <w:rsid w:val="00732D70"/>
    <w:rsid w:val="00735D2E"/>
    <w:rsid w:val="00736A64"/>
    <w:rsid w:val="00737F6A"/>
    <w:rsid w:val="007410B6"/>
    <w:rsid w:val="007439C5"/>
    <w:rsid w:val="00744C6F"/>
    <w:rsid w:val="007457F6"/>
    <w:rsid w:val="007459A6"/>
    <w:rsid w:val="00745ABB"/>
    <w:rsid w:val="007468CD"/>
    <w:rsid w:val="00746E38"/>
    <w:rsid w:val="00747CD5"/>
    <w:rsid w:val="00752A4C"/>
    <w:rsid w:val="00753B51"/>
    <w:rsid w:val="00753BE4"/>
    <w:rsid w:val="00755AE9"/>
    <w:rsid w:val="00756629"/>
    <w:rsid w:val="007575D2"/>
    <w:rsid w:val="00757B4F"/>
    <w:rsid w:val="00757B6A"/>
    <w:rsid w:val="007610E0"/>
    <w:rsid w:val="007621AA"/>
    <w:rsid w:val="0076260A"/>
    <w:rsid w:val="00764A67"/>
    <w:rsid w:val="00767B40"/>
    <w:rsid w:val="00770F6B"/>
    <w:rsid w:val="00771883"/>
    <w:rsid w:val="00776DC2"/>
    <w:rsid w:val="00780122"/>
    <w:rsid w:val="0078214B"/>
    <w:rsid w:val="0078498A"/>
    <w:rsid w:val="00784D67"/>
    <w:rsid w:val="00786EBC"/>
    <w:rsid w:val="0078725D"/>
    <w:rsid w:val="007878FE"/>
    <w:rsid w:val="00787D0E"/>
    <w:rsid w:val="0079106E"/>
    <w:rsid w:val="00791A56"/>
    <w:rsid w:val="00792207"/>
    <w:rsid w:val="00792B64"/>
    <w:rsid w:val="00792E29"/>
    <w:rsid w:val="0079379A"/>
    <w:rsid w:val="00794953"/>
    <w:rsid w:val="00795B20"/>
    <w:rsid w:val="00797526"/>
    <w:rsid w:val="007976ED"/>
    <w:rsid w:val="00797F5A"/>
    <w:rsid w:val="007A1884"/>
    <w:rsid w:val="007A1F2F"/>
    <w:rsid w:val="007A2A5C"/>
    <w:rsid w:val="007A5150"/>
    <w:rsid w:val="007A5373"/>
    <w:rsid w:val="007A789F"/>
    <w:rsid w:val="007B1E5D"/>
    <w:rsid w:val="007B7191"/>
    <w:rsid w:val="007B75BC"/>
    <w:rsid w:val="007C0BD6"/>
    <w:rsid w:val="007C1005"/>
    <w:rsid w:val="007C113C"/>
    <w:rsid w:val="007C1EC5"/>
    <w:rsid w:val="007C3806"/>
    <w:rsid w:val="007C4832"/>
    <w:rsid w:val="007C5083"/>
    <w:rsid w:val="007C5BB7"/>
    <w:rsid w:val="007D07D5"/>
    <w:rsid w:val="007D0FBD"/>
    <w:rsid w:val="007D1C64"/>
    <w:rsid w:val="007D32DD"/>
    <w:rsid w:val="007D3A32"/>
    <w:rsid w:val="007D48C6"/>
    <w:rsid w:val="007D6DCE"/>
    <w:rsid w:val="007D72C4"/>
    <w:rsid w:val="007D73CF"/>
    <w:rsid w:val="007E2CFE"/>
    <w:rsid w:val="007E59C9"/>
    <w:rsid w:val="007E5DD2"/>
    <w:rsid w:val="007F0072"/>
    <w:rsid w:val="007F13C0"/>
    <w:rsid w:val="007F1E3F"/>
    <w:rsid w:val="007F26CC"/>
    <w:rsid w:val="007F2EB6"/>
    <w:rsid w:val="007F2F34"/>
    <w:rsid w:val="007F5322"/>
    <w:rsid w:val="007F54C3"/>
    <w:rsid w:val="007F5CD8"/>
    <w:rsid w:val="007F7330"/>
    <w:rsid w:val="00802949"/>
    <w:rsid w:val="0080301E"/>
    <w:rsid w:val="0080365F"/>
    <w:rsid w:val="0080469E"/>
    <w:rsid w:val="00804A7D"/>
    <w:rsid w:val="00812786"/>
    <w:rsid w:val="00812BE5"/>
    <w:rsid w:val="008132CA"/>
    <w:rsid w:val="00813ECC"/>
    <w:rsid w:val="0081553F"/>
    <w:rsid w:val="00817429"/>
    <w:rsid w:val="00821514"/>
    <w:rsid w:val="00821E35"/>
    <w:rsid w:val="00824591"/>
    <w:rsid w:val="00824AED"/>
    <w:rsid w:val="0082560F"/>
    <w:rsid w:val="00825D76"/>
    <w:rsid w:val="00827820"/>
    <w:rsid w:val="00827E30"/>
    <w:rsid w:val="00831B8B"/>
    <w:rsid w:val="00832B96"/>
    <w:rsid w:val="0083405D"/>
    <w:rsid w:val="008352D4"/>
    <w:rsid w:val="00836DB9"/>
    <w:rsid w:val="00836F16"/>
    <w:rsid w:val="00837C67"/>
    <w:rsid w:val="008415B0"/>
    <w:rsid w:val="00842028"/>
    <w:rsid w:val="008436B8"/>
    <w:rsid w:val="00844617"/>
    <w:rsid w:val="00844F47"/>
    <w:rsid w:val="0084595A"/>
    <w:rsid w:val="008460B6"/>
    <w:rsid w:val="00850C9D"/>
    <w:rsid w:val="00852B59"/>
    <w:rsid w:val="00855EEB"/>
    <w:rsid w:val="00856272"/>
    <w:rsid w:val="008563FF"/>
    <w:rsid w:val="0086018B"/>
    <w:rsid w:val="008611DD"/>
    <w:rsid w:val="008620DE"/>
    <w:rsid w:val="00863611"/>
    <w:rsid w:val="00866867"/>
    <w:rsid w:val="00872257"/>
    <w:rsid w:val="00874171"/>
    <w:rsid w:val="008753E6"/>
    <w:rsid w:val="00876398"/>
    <w:rsid w:val="00876ED1"/>
    <w:rsid w:val="0087738C"/>
    <w:rsid w:val="008775B5"/>
    <w:rsid w:val="008802AF"/>
    <w:rsid w:val="00880680"/>
    <w:rsid w:val="00881926"/>
    <w:rsid w:val="0088318F"/>
    <w:rsid w:val="0088331D"/>
    <w:rsid w:val="00883489"/>
    <w:rsid w:val="008852B0"/>
    <w:rsid w:val="00885AE7"/>
    <w:rsid w:val="00886B60"/>
    <w:rsid w:val="008876D1"/>
    <w:rsid w:val="00887889"/>
    <w:rsid w:val="00891081"/>
    <w:rsid w:val="008920FF"/>
    <w:rsid w:val="008926E8"/>
    <w:rsid w:val="00894B92"/>
    <w:rsid w:val="00894F19"/>
    <w:rsid w:val="00896A10"/>
    <w:rsid w:val="008971B5"/>
    <w:rsid w:val="008A280C"/>
    <w:rsid w:val="008A5D26"/>
    <w:rsid w:val="008A6B13"/>
    <w:rsid w:val="008A6ECB"/>
    <w:rsid w:val="008B09CA"/>
    <w:rsid w:val="008B0BF9"/>
    <w:rsid w:val="008B2866"/>
    <w:rsid w:val="008B3327"/>
    <w:rsid w:val="008B3859"/>
    <w:rsid w:val="008B436D"/>
    <w:rsid w:val="008B4E49"/>
    <w:rsid w:val="008B5BBA"/>
    <w:rsid w:val="008B6EB8"/>
    <w:rsid w:val="008B7712"/>
    <w:rsid w:val="008B7B26"/>
    <w:rsid w:val="008B7E30"/>
    <w:rsid w:val="008C3524"/>
    <w:rsid w:val="008C4061"/>
    <w:rsid w:val="008C4229"/>
    <w:rsid w:val="008C5BE0"/>
    <w:rsid w:val="008C7233"/>
    <w:rsid w:val="008C7777"/>
    <w:rsid w:val="008D0040"/>
    <w:rsid w:val="008D0515"/>
    <w:rsid w:val="008D1035"/>
    <w:rsid w:val="008D2434"/>
    <w:rsid w:val="008D4689"/>
    <w:rsid w:val="008D67B6"/>
    <w:rsid w:val="008E171D"/>
    <w:rsid w:val="008E2785"/>
    <w:rsid w:val="008E31DA"/>
    <w:rsid w:val="008E5A9D"/>
    <w:rsid w:val="008E5B5A"/>
    <w:rsid w:val="008E78A3"/>
    <w:rsid w:val="008F0654"/>
    <w:rsid w:val="008F06CB"/>
    <w:rsid w:val="008F2E83"/>
    <w:rsid w:val="008F3CDD"/>
    <w:rsid w:val="008F5F9D"/>
    <w:rsid w:val="008F612A"/>
    <w:rsid w:val="009000AA"/>
    <w:rsid w:val="00902116"/>
    <w:rsid w:val="0090255F"/>
    <w:rsid w:val="0090293D"/>
    <w:rsid w:val="009034DE"/>
    <w:rsid w:val="00904408"/>
    <w:rsid w:val="00904721"/>
    <w:rsid w:val="00905396"/>
    <w:rsid w:val="0090605D"/>
    <w:rsid w:val="00906419"/>
    <w:rsid w:val="00907F73"/>
    <w:rsid w:val="00912338"/>
    <w:rsid w:val="00912889"/>
    <w:rsid w:val="00913A42"/>
    <w:rsid w:val="00914167"/>
    <w:rsid w:val="009143DB"/>
    <w:rsid w:val="00915065"/>
    <w:rsid w:val="00917CE5"/>
    <w:rsid w:val="009217C0"/>
    <w:rsid w:val="00922154"/>
    <w:rsid w:val="009227E6"/>
    <w:rsid w:val="00923F75"/>
    <w:rsid w:val="00925241"/>
    <w:rsid w:val="00925CEC"/>
    <w:rsid w:val="00926A3F"/>
    <w:rsid w:val="0092794E"/>
    <w:rsid w:val="00930D30"/>
    <w:rsid w:val="00930ECF"/>
    <w:rsid w:val="009332A2"/>
    <w:rsid w:val="00933FCE"/>
    <w:rsid w:val="00935C44"/>
    <w:rsid w:val="00937598"/>
    <w:rsid w:val="0093790B"/>
    <w:rsid w:val="009405D0"/>
    <w:rsid w:val="00943751"/>
    <w:rsid w:val="0094444D"/>
    <w:rsid w:val="00946DD0"/>
    <w:rsid w:val="00947027"/>
    <w:rsid w:val="009509E6"/>
    <w:rsid w:val="00952018"/>
    <w:rsid w:val="00952800"/>
    <w:rsid w:val="0095300D"/>
    <w:rsid w:val="00953F06"/>
    <w:rsid w:val="00956812"/>
    <w:rsid w:val="0095719A"/>
    <w:rsid w:val="009623E9"/>
    <w:rsid w:val="00963EEB"/>
    <w:rsid w:val="009648BC"/>
    <w:rsid w:val="00964C2F"/>
    <w:rsid w:val="00965F88"/>
    <w:rsid w:val="00966789"/>
    <w:rsid w:val="00971E10"/>
    <w:rsid w:val="009821DD"/>
    <w:rsid w:val="00984211"/>
    <w:rsid w:val="00984E03"/>
    <w:rsid w:val="00987884"/>
    <w:rsid w:val="00987E85"/>
    <w:rsid w:val="00990A70"/>
    <w:rsid w:val="0099151F"/>
    <w:rsid w:val="00992ABE"/>
    <w:rsid w:val="00992B0F"/>
    <w:rsid w:val="00995862"/>
    <w:rsid w:val="00997394"/>
    <w:rsid w:val="00997F74"/>
    <w:rsid w:val="009A006E"/>
    <w:rsid w:val="009A090A"/>
    <w:rsid w:val="009A0D12"/>
    <w:rsid w:val="009A1987"/>
    <w:rsid w:val="009A1ECF"/>
    <w:rsid w:val="009A2BEE"/>
    <w:rsid w:val="009A3DE3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E9E"/>
    <w:rsid w:val="009C328C"/>
    <w:rsid w:val="009C4444"/>
    <w:rsid w:val="009C585A"/>
    <w:rsid w:val="009C648C"/>
    <w:rsid w:val="009C6520"/>
    <w:rsid w:val="009C79AD"/>
    <w:rsid w:val="009C7CA6"/>
    <w:rsid w:val="009D1395"/>
    <w:rsid w:val="009D3316"/>
    <w:rsid w:val="009D545A"/>
    <w:rsid w:val="009D55AA"/>
    <w:rsid w:val="009E3E77"/>
    <w:rsid w:val="009E3FAB"/>
    <w:rsid w:val="009E514C"/>
    <w:rsid w:val="009E5B3F"/>
    <w:rsid w:val="009E76CE"/>
    <w:rsid w:val="009E7D90"/>
    <w:rsid w:val="009F08EB"/>
    <w:rsid w:val="009F1AB0"/>
    <w:rsid w:val="009F2043"/>
    <w:rsid w:val="009F501D"/>
    <w:rsid w:val="00A001E3"/>
    <w:rsid w:val="00A00E62"/>
    <w:rsid w:val="00A01A85"/>
    <w:rsid w:val="00A0294D"/>
    <w:rsid w:val="00A039D5"/>
    <w:rsid w:val="00A046AD"/>
    <w:rsid w:val="00A079C1"/>
    <w:rsid w:val="00A07C0E"/>
    <w:rsid w:val="00A12520"/>
    <w:rsid w:val="00A130FD"/>
    <w:rsid w:val="00A13381"/>
    <w:rsid w:val="00A13D6D"/>
    <w:rsid w:val="00A14603"/>
    <w:rsid w:val="00A14769"/>
    <w:rsid w:val="00A15CE6"/>
    <w:rsid w:val="00A16151"/>
    <w:rsid w:val="00A16EC6"/>
    <w:rsid w:val="00A17C06"/>
    <w:rsid w:val="00A2126E"/>
    <w:rsid w:val="00A21706"/>
    <w:rsid w:val="00A22671"/>
    <w:rsid w:val="00A23F4F"/>
    <w:rsid w:val="00A24FCC"/>
    <w:rsid w:val="00A26A90"/>
    <w:rsid w:val="00A26B27"/>
    <w:rsid w:val="00A26B32"/>
    <w:rsid w:val="00A30E4F"/>
    <w:rsid w:val="00A32253"/>
    <w:rsid w:val="00A3310E"/>
    <w:rsid w:val="00A333A0"/>
    <w:rsid w:val="00A352E2"/>
    <w:rsid w:val="00A37E70"/>
    <w:rsid w:val="00A437E1"/>
    <w:rsid w:val="00A43A12"/>
    <w:rsid w:val="00A44176"/>
    <w:rsid w:val="00A45CDE"/>
    <w:rsid w:val="00A4685E"/>
    <w:rsid w:val="00A47E9B"/>
    <w:rsid w:val="00A50270"/>
    <w:rsid w:val="00A50CD4"/>
    <w:rsid w:val="00A51191"/>
    <w:rsid w:val="00A5170A"/>
    <w:rsid w:val="00A56D62"/>
    <w:rsid w:val="00A56F07"/>
    <w:rsid w:val="00A5762C"/>
    <w:rsid w:val="00A600FC"/>
    <w:rsid w:val="00A603F3"/>
    <w:rsid w:val="00A60BCA"/>
    <w:rsid w:val="00A638DA"/>
    <w:rsid w:val="00A6394F"/>
    <w:rsid w:val="00A65B41"/>
    <w:rsid w:val="00A65E00"/>
    <w:rsid w:val="00A669AF"/>
    <w:rsid w:val="00A66A78"/>
    <w:rsid w:val="00A66E48"/>
    <w:rsid w:val="00A700F1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F2"/>
    <w:rsid w:val="00A94574"/>
    <w:rsid w:val="00A95936"/>
    <w:rsid w:val="00A95B8D"/>
    <w:rsid w:val="00A96265"/>
    <w:rsid w:val="00A97084"/>
    <w:rsid w:val="00AA1C2C"/>
    <w:rsid w:val="00AA1C93"/>
    <w:rsid w:val="00AA29FF"/>
    <w:rsid w:val="00AA35F6"/>
    <w:rsid w:val="00AA5BD0"/>
    <w:rsid w:val="00AA667C"/>
    <w:rsid w:val="00AA6E91"/>
    <w:rsid w:val="00AA7439"/>
    <w:rsid w:val="00AB047E"/>
    <w:rsid w:val="00AB0B0A"/>
    <w:rsid w:val="00AB0BB7"/>
    <w:rsid w:val="00AB22C6"/>
    <w:rsid w:val="00AB2AD0"/>
    <w:rsid w:val="00AB32CF"/>
    <w:rsid w:val="00AB5AB7"/>
    <w:rsid w:val="00AB67FC"/>
    <w:rsid w:val="00AC00F2"/>
    <w:rsid w:val="00AC31B5"/>
    <w:rsid w:val="00AC4EA1"/>
    <w:rsid w:val="00AC5381"/>
    <w:rsid w:val="00AC5920"/>
    <w:rsid w:val="00AC75FB"/>
    <w:rsid w:val="00AC79F0"/>
    <w:rsid w:val="00AD0E65"/>
    <w:rsid w:val="00AD2BF2"/>
    <w:rsid w:val="00AD49CA"/>
    <w:rsid w:val="00AD4E90"/>
    <w:rsid w:val="00AD5422"/>
    <w:rsid w:val="00AD5A16"/>
    <w:rsid w:val="00AD6411"/>
    <w:rsid w:val="00AE0FBD"/>
    <w:rsid w:val="00AE12FA"/>
    <w:rsid w:val="00AE4179"/>
    <w:rsid w:val="00AE4425"/>
    <w:rsid w:val="00AE4C5A"/>
    <w:rsid w:val="00AE4FBE"/>
    <w:rsid w:val="00AE650F"/>
    <w:rsid w:val="00AE6555"/>
    <w:rsid w:val="00AE65B6"/>
    <w:rsid w:val="00AE6838"/>
    <w:rsid w:val="00AE7D16"/>
    <w:rsid w:val="00AF03C3"/>
    <w:rsid w:val="00AF4CAA"/>
    <w:rsid w:val="00AF546F"/>
    <w:rsid w:val="00AF571A"/>
    <w:rsid w:val="00AF5FAC"/>
    <w:rsid w:val="00AF60A0"/>
    <w:rsid w:val="00AF67FC"/>
    <w:rsid w:val="00AF7DF5"/>
    <w:rsid w:val="00B006E5"/>
    <w:rsid w:val="00B01996"/>
    <w:rsid w:val="00B024C2"/>
    <w:rsid w:val="00B042A7"/>
    <w:rsid w:val="00B07700"/>
    <w:rsid w:val="00B10432"/>
    <w:rsid w:val="00B13921"/>
    <w:rsid w:val="00B139AF"/>
    <w:rsid w:val="00B1528C"/>
    <w:rsid w:val="00B16ACD"/>
    <w:rsid w:val="00B20312"/>
    <w:rsid w:val="00B20D5C"/>
    <w:rsid w:val="00B21487"/>
    <w:rsid w:val="00B232D1"/>
    <w:rsid w:val="00B243DF"/>
    <w:rsid w:val="00B24DB5"/>
    <w:rsid w:val="00B3144B"/>
    <w:rsid w:val="00B31F9E"/>
    <w:rsid w:val="00B3268F"/>
    <w:rsid w:val="00B32C2C"/>
    <w:rsid w:val="00B33057"/>
    <w:rsid w:val="00B33A1A"/>
    <w:rsid w:val="00B33A70"/>
    <w:rsid w:val="00B33E6C"/>
    <w:rsid w:val="00B371CC"/>
    <w:rsid w:val="00B414D5"/>
    <w:rsid w:val="00B41CD9"/>
    <w:rsid w:val="00B427E6"/>
    <w:rsid w:val="00B428A6"/>
    <w:rsid w:val="00B43A16"/>
    <w:rsid w:val="00B43E1F"/>
    <w:rsid w:val="00B45FBC"/>
    <w:rsid w:val="00B51A7D"/>
    <w:rsid w:val="00B535C2"/>
    <w:rsid w:val="00B55544"/>
    <w:rsid w:val="00B570BE"/>
    <w:rsid w:val="00B6150F"/>
    <w:rsid w:val="00B642FC"/>
    <w:rsid w:val="00B64D26"/>
    <w:rsid w:val="00B64FBB"/>
    <w:rsid w:val="00B705FB"/>
    <w:rsid w:val="00B70E22"/>
    <w:rsid w:val="00B774CB"/>
    <w:rsid w:val="00B80074"/>
    <w:rsid w:val="00B80402"/>
    <w:rsid w:val="00B80B9A"/>
    <w:rsid w:val="00B827A3"/>
    <w:rsid w:val="00B830B7"/>
    <w:rsid w:val="00B84080"/>
    <w:rsid w:val="00B848EA"/>
    <w:rsid w:val="00B84B2B"/>
    <w:rsid w:val="00B90500"/>
    <w:rsid w:val="00B90516"/>
    <w:rsid w:val="00B9176C"/>
    <w:rsid w:val="00B935A4"/>
    <w:rsid w:val="00B96CCE"/>
    <w:rsid w:val="00B97777"/>
    <w:rsid w:val="00BA1698"/>
    <w:rsid w:val="00BA53AD"/>
    <w:rsid w:val="00BA561A"/>
    <w:rsid w:val="00BA733C"/>
    <w:rsid w:val="00BB01A7"/>
    <w:rsid w:val="00BB0BA2"/>
    <w:rsid w:val="00BB0DC6"/>
    <w:rsid w:val="00BB15E4"/>
    <w:rsid w:val="00BB1E19"/>
    <w:rsid w:val="00BB21D1"/>
    <w:rsid w:val="00BB32F2"/>
    <w:rsid w:val="00BB4338"/>
    <w:rsid w:val="00BB5A1E"/>
    <w:rsid w:val="00BB6C0E"/>
    <w:rsid w:val="00BB7B38"/>
    <w:rsid w:val="00BC11E5"/>
    <w:rsid w:val="00BC169D"/>
    <w:rsid w:val="00BC16FE"/>
    <w:rsid w:val="00BC3F40"/>
    <w:rsid w:val="00BC4BC6"/>
    <w:rsid w:val="00BC52FD"/>
    <w:rsid w:val="00BC6E62"/>
    <w:rsid w:val="00BC7443"/>
    <w:rsid w:val="00BD0648"/>
    <w:rsid w:val="00BD1040"/>
    <w:rsid w:val="00BD34AA"/>
    <w:rsid w:val="00BD6CF1"/>
    <w:rsid w:val="00BE0C44"/>
    <w:rsid w:val="00BE1B8B"/>
    <w:rsid w:val="00BE2A18"/>
    <w:rsid w:val="00BE2C01"/>
    <w:rsid w:val="00BE41EC"/>
    <w:rsid w:val="00BE448B"/>
    <w:rsid w:val="00BE56FB"/>
    <w:rsid w:val="00BE6E34"/>
    <w:rsid w:val="00BE7489"/>
    <w:rsid w:val="00BF3DDE"/>
    <w:rsid w:val="00BF6589"/>
    <w:rsid w:val="00BF6F7F"/>
    <w:rsid w:val="00BF715B"/>
    <w:rsid w:val="00C0037E"/>
    <w:rsid w:val="00C00647"/>
    <w:rsid w:val="00C02764"/>
    <w:rsid w:val="00C04CEF"/>
    <w:rsid w:val="00C05647"/>
    <w:rsid w:val="00C0578E"/>
    <w:rsid w:val="00C0662F"/>
    <w:rsid w:val="00C11943"/>
    <w:rsid w:val="00C12DDA"/>
    <w:rsid w:val="00C12E96"/>
    <w:rsid w:val="00C14763"/>
    <w:rsid w:val="00C16141"/>
    <w:rsid w:val="00C220AB"/>
    <w:rsid w:val="00C233E3"/>
    <w:rsid w:val="00C2363F"/>
    <w:rsid w:val="00C236C8"/>
    <w:rsid w:val="00C260B1"/>
    <w:rsid w:val="00C26E56"/>
    <w:rsid w:val="00C31406"/>
    <w:rsid w:val="00C34EA0"/>
    <w:rsid w:val="00C3591F"/>
    <w:rsid w:val="00C35CF8"/>
    <w:rsid w:val="00C35DFA"/>
    <w:rsid w:val="00C37194"/>
    <w:rsid w:val="00C40637"/>
    <w:rsid w:val="00C40F6C"/>
    <w:rsid w:val="00C41F46"/>
    <w:rsid w:val="00C44426"/>
    <w:rsid w:val="00C445F3"/>
    <w:rsid w:val="00C451F4"/>
    <w:rsid w:val="00C45EB1"/>
    <w:rsid w:val="00C45F91"/>
    <w:rsid w:val="00C51B71"/>
    <w:rsid w:val="00C54A3A"/>
    <w:rsid w:val="00C55566"/>
    <w:rsid w:val="00C55741"/>
    <w:rsid w:val="00C56448"/>
    <w:rsid w:val="00C654E5"/>
    <w:rsid w:val="00C667BE"/>
    <w:rsid w:val="00C6766B"/>
    <w:rsid w:val="00C71D24"/>
    <w:rsid w:val="00C72223"/>
    <w:rsid w:val="00C7482C"/>
    <w:rsid w:val="00C76417"/>
    <w:rsid w:val="00C7726F"/>
    <w:rsid w:val="00C77DF2"/>
    <w:rsid w:val="00C8013D"/>
    <w:rsid w:val="00C81383"/>
    <w:rsid w:val="00C823DA"/>
    <w:rsid w:val="00C8259F"/>
    <w:rsid w:val="00C82746"/>
    <w:rsid w:val="00C8312F"/>
    <w:rsid w:val="00C840BD"/>
    <w:rsid w:val="00C84C47"/>
    <w:rsid w:val="00C858A4"/>
    <w:rsid w:val="00C86760"/>
    <w:rsid w:val="00C86AFA"/>
    <w:rsid w:val="00C9020A"/>
    <w:rsid w:val="00CA1D98"/>
    <w:rsid w:val="00CA4B63"/>
    <w:rsid w:val="00CB0C64"/>
    <w:rsid w:val="00CB18D0"/>
    <w:rsid w:val="00CB1C8A"/>
    <w:rsid w:val="00CB24F5"/>
    <w:rsid w:val="00CB2663"/>
    <w:rsid w:val="00CB3A02"/>
    <w:rsid w:val="00CB3BBE"/>
    <w:rsid w:val="00CB59E9"/>
    <w:rsid w:val="00CB635D"/>
    <w:rsid w:val="00CB65CD"/>
    <w:rsid w:val="00CC0D6A"/>
    <w:rsid w:val="00CC3831"/>
    <w:rsid w:val="00CC3945"/>
    <w:rsid w:val="00CC3E3D"/>
    <w:rsid w:val="00CC4AAC"/>
    <w:rsid w:val="00CC519B"/>
    <w:rsid w:val="00CD12C1"/>
    <w:rsid w:val="00CD214E"/>
    <w:rsid w:val="00CD46FA"/>
    <w:rsid w:val="00CD5973"/>
    <w:rsid w:val="00CD75E5"/>
    <w:rsid w:val="00CE31A6"/>
    <w:rsid w:val="00CE3A85"/>
    <w:rsid w:val="00CE7ED2"/>
    <w:rsid w:val="00CF09AA"/>
    <w:rsid w:val="00CF4813"/>
    <w:rsid w:val="00CF5207"/>
    <w:rsid w:val="00CF5233"/>
    <w:rsid w:val="00CF6F1E"/>
    <w:rsid w:val="00CF735F"/>
    <w:rsid w:val="00D01B3D"/>
    <w:rsid w:val="00D029B8"/>
    <w:rsid w:val="00D02F60"/>
    <w:rsid w:val="00D0464E"/>
    <w:rsid w:val="00D04932"/>
    <w:rsid w:val="00D04A96"/>
    <w:rsid w:val="00D07A7B"/>
    <w:rsid w:val="00D10844"/>
    <w:rsid w:val="00D10E06"/>
    <w:rsid w:val="00D131AA"/>
    <w:rsid w:val="00D15197"/>
    <w:rsid w:val="00D16820"/>
    <w:rsid w:val="00D169C8"/>
    <w:rsid w:val="00D16F55"/>
    <w:rsid w:val="00D1793F"/>
    <w:rsid w:val="00D17BDC"/>
    <w:rsid w:val="00D21D37"/>
    <w:rsid w:val="00D22AF5"/>
    <w:rsid w:val="00D235EA"/>
    <w:rsid w:val="00D247A9"/>
    <w:rsid w:val="00D31838"/>
    <w:rsid w:val="00D324AC"/>
    <w:rsid w:val="00D32721"/>
    <w:rsid w:val="00D328DC"/>
    <w:rsid w:val="00D33387"/>
    <w:rsid w:val="00D370EA"/>
    <w:rsid w:val="00D37DCD"/>
    <w:rsid w:val="00D402FB"/>
    <w:rsid w:val="00D41692"/>
    <w:rsid w:val="00D45079"/>
    <w:rsid w:val="00D47D7A"/>
    <w:rsid w:val="00D50ABD"/>
    <w:rsid w:val="00D55290"/>
    <w:rsid w:val="00D55B48"/>
    <w:rsid w:val="00D55EA6"/>
    <w:rsid w:val="00D56018"/>
    <w:rsid w:val="00D57791"/>
    <w:rsid w:val="00D6046A"/>
    <w:rsid w:val="00D62870"/>
    <w:rsid w:val="00D655D9"/>
    <w:rsid w:val="00D65872"/>
    <w:rsid w:val="00D676F3"/>
    <w:rsid w:val="00D70EF5"/>
    <w:rsid w:val="00D71024"/>
    <w:rsid w:val="00D717FE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5EB"/>
    <w:rsid w:val="00D920F7"/>
    <w:rsid w:val="00D93106"/>
    <w:rsid w:val="00D933E9"/>
    <w:rsid w:val="00D9505D"/>
    <w:rsid w:val="00D953D0"/>
    <w:rsid w:val="00D95504"/>
    <w:rsid w:val="00D959F5"/>
    <w:rsid w:val="00D96884"/>
    <w:rsid w:val="00DA3FDD"/>
    <w:rsid w:val="00DA5B78"/>
    <w:rsid w:val="00DA68BB"/>
    <w:rsid w:val="00DA7017"/>
    <w:rsid w:val="00DA7028"/>
    <w:rsid w:val="00DA74BA"/>
    <w:rsid w:val="00DB0FFB"/>
    <w:rsid w:val="00DB1AD2"/>
    <w:rsid w:val="00DB1E88"/>
    <w:rsid w:val="00DB2B58"/>
    <w:rsid w:val="00DB4A5E"/>
    <w:rsid w:val="00DB5206"/>
    <w:rsid w:val="00DB6276"/>
    <w:rsid w:val="00DB63F5"/>
    <w:rsid w:val="00DC1C6B"/>
    <w:rsid w:val="00DC2C2E"/>
    <w:rsid w:val="00DC4AF0"/>
    <w:rsid w:val="00DC7886"/>
    <w:rsid w:val="00DD0CF2"/>
    <w:rsid w:val="00DD11B7"/>
    <w:rsid w:val="00DE1275"/>
    <w:rsid w:val="00DE1554"/>
    <w:rsid w:val="00DE2901"/>
    <w:rsid w:val="00DE4CDD"/>
    <w:rsid w:val="00DE563C"/>
    <w:rsid w:val="00DE590F"/>
    <w:rsid w:val="00DE7DC1"/>
    <w:rsid w:val="00DF1DAB"/>
    <w:rsid w:val="00DF20E0"/>
    <w:rsid w:val="00DF2BA8"/>
    <w:rsid w:val="00DF3F7E"/>
    <w:rsid w:val="00DF7648"/>
    <w:rsid w:val="00DF7C4E"/>
    <w:rsid w:val="00E00E29"/>
    <w:rsid w:val="00E00F54"/>
    <w:rsid w:val="00E02BAB"/>
    <w:rsid w:val="00E02CDA"/>
    <w:rsid w:val="00E04CEB"/>
    <w:rsid w:val="00E060BC"/>
    <w:rsid w:val="00E07687"/>
    <w:rsid w:val="00E11420"/>
    <w:rsid w:val="00E132FB"/>
    <w:rsid w:val="00E170B7"/>
    <w:rsid w:val="00E177DD"/>
    <w:rsid w:val="00E20900"/>
    <w:rsid w:val="00E20C7F"/>
    <w:rsid w:val="00E2244F"/>
    <w:rsid w:val="00E2396E"/>
    <w:rsid w:val="00E24728"/>
    <w:rsid w:val="00E276AC"/>
    <w:rsid w:val="00E31520"/>
    <w:rsid w:val="00E32542"/>
    <w:rsid w:val="00E34A35"/>
    <w:rsid w:val="00E37C2F"/>
    <w:rsid w:val="00E40599"/>
    <w:rsid w:val="00E40F44"/>
    <w:rsid w:val="00E41C28"/>
    <w:rsid w:val="00E4372A"/>
    <w:rsid w:val="00E46308"/>
    <w:rsid w:val="00E46F29"/>
    <w:rsid w:val="00E50FC7"/>
    <w:rsid w:val="00E51E17"/>
    <w:rsid w:val="00E52AC2"/>
    <w:rsid w:val="00E52DAB"/>
    <w:rsid w:val="00E539B0"/>
    <w:rsid w:val="00E545B1"/>
    <w:rsid w:val="00E55994"/>
    <w:rsid w:val="00E60606"/>
    <w:rsid w:val="00E60C3D"/>
    <w:rsid w:val="00E60C66"/>
    <w:rsid w:val="00E6164D"/>
    <w:rsid w:val="00E618C9"/>
    <w:rsid w:val="00E62774"/>
    <w:rsid w:val="00E6307C"/>
    <w:rsid w:val="00E636FA"/>
    <w:rsid w:val="00E66C50"/>
    <w:rsid w:val="00E67054"/>
    <w:rsid w:val="00E679D3"/>
    <w:rsid w:val="00E71208"/>
    <w:rsid w:val="00E71444"/>
    <w:rsid w:val="00E71C91"/>
    <w:rsid w:val="00E720A1"/>
    <w:rsid w:val="00E7275D"/>
    <w:rsid w:val="00E75399"/>
    <w:rsid w:val="00E75DDA"/>
    <w:rsid w:val="00E773E8"/>
    <w:rsid w:val="00E83ADD"/>
    <w:rsid w:val="00E84F38"/>
    <w:rsid w:val="00E85623"/>
    <w:rsid w:val="00E861B4"/>
    <w:rsid w:val="00E871F8"/>
    <w:rsid w:val="00E87441"/>
    <w:rsid w:val="00E91FAE"/>
    <w:rsid w:val="00E9676A"/>
    <w:rsid w:val="00E96E3F"/>
    <w:rsid w:val="00E97F8F"/>
    <w:rsid w:val="00EA17E3"/>
    <w:rsid w:val="00EA270C"/>
    <w:rsid w:val="00EA27EF"/>
    <w:rsid w:val="00EA4974"/>
    <w:rsid w:val="00EA532E"/>
    <w:rsid w:val="00EB0003"/>
    <w:rsid w:val="00EB0650"/>
    <w:rsid w:val="00EB06D9"/>
    <w:rsid w:val="00EB192B"/>
    <w:rsid w:val="00EB19ED"/>
    <w:rsid w:val="00EB1CAB"/>
    <w:rsid w:val="00EB214A"/>
    <w:rsid w:val="00EC0A90"/>
    <w:rsid w:val="00EC0B6F"/>
    <w:rsid w:val="00EC0F5A"/>
    <w:rsid w:val="00EC3378"/>
    <w:rsid w:val="00EC4265"/>
    <w:rsid w:val="00EC4CEB"/>
    <w:rsid w:val="00EC659E"/>
    <w:rsid w:val="00EC705F"/>
    <w:rsid w:val="00ED1ED9"/>
    <w:rsid w:val="00ED2072"/>
    <w:rsid w:val="00ED2AE0"/>
    <w:rsid w:val="00ED5553"/>
    <w:rsid w:val="00ED5E36"/>
    <w:rsid w:val="00ED6961"/>
    <w:rsid w:val="00ED7B77"/>
    <w:rsid w:val="00ED7B8F"/>
    <w:rsid w:val="00EE4B83"/>
    <w:rsid w:val="00EE622A"/>
    <w:rsid w:val="00EF0B96"/>
    <w:rsid w:val="00EF3486"/>
    <w:rsid w:val="00EF3935"/>
    <w:rsid w:val="00EF47AF"/>
    <w:rsid w:val="00EF53B6"/>
    <w:rsid w:val="00F00B73"/>
    <w:rsid w:val="00F028A6"/>
    <w:rsid w:val="00F115CA"/>
    <w:rsid w:val="00F12C70"/>
    <w:rsid w:val="00F14817"/>
    <w:rsid w:val="00F14EBA"/>
    <w:rsid w:val="00F1510F"/>
    <w:rsid w:val="00F1533A"/>
    <w:rsid w:val="00F15E5A"/>
    <w:rsid w:val="00F16E87"/>
    <w:rsid w:val="00F17F0A"/>
    <w:rsid w:val="00F22C03"/>
    <w:rsid w:val="00F23795"/>
    <w:rsid w:val="00F244A4"/>
    <w:rsid w:val="00F2668F"/>
    <w:rsid w:val="00F2742F"/>
    <w:rsid w:val="00F2753B"/>
    <w:rsid w:val="00F2760C"/>
    <w:rsid w:val="00F33F8B"/>
    <w:rsid w:val="00F340B2"/>
    <w:rsid w:val="00F40940"/>
    <w:rsid w:val="00F43390"/>
    <w:rsid w:val="00F443B2"/>
    <w:rsid w:val="00F450B5"/>
    <w:rsid w:val="00F458D8"/>
    <w:rsid w:val="00F463F6"/>
    <w:rsid w:val="00F50237"/>
    <w:rsid w:val="00F526AE"/>
    <w:rsid w:val="00F53596"/>
    <w:rsid w:val="00F53902"/>
    <w:rsid w:val="00F53B0F"/>
    <w:rsid w:val="00F54033"/>
    <w:rsid w:val="00F55410"/>
    <w:rsid w:val="00F55BA8"/>
    <w:rsid w:val="00F55DB1"/>
    <w:rsid w:val="00F5661F"/>
    <w:rsid w:val="00F56ACA"/>
    <w:rsid w:val="00F600FE"/>
    <w:rsid w:val="00F62E4D"/>
    <w:rsid w:val="00F63577"/>
    <w:rsid w:val="00F64A55"/>
    <w:rsid w:val="00F66B34"/>
    <w:rsid w:val="00F675B9"/>
    <w:rsid w:val="00F711C9"/>
    <w:rsid w:val="00F731E7"/>
    <w:rsid w:val="00F734BF"/>
    <w:rsid w:val="00F74434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C77"/>
    <w:rsid w:val="00F9159C"/>
    <w:rsid w:val="00F919D9"/>
    <w:rsid w:val="00F92C0A"/>
    <w:rsid w:val="00F9415B"/>
    <w:rsid w:val="00F94A45"/>
    <w:rsid w:val="00F95446"/>
    <w:rsid w:val="00F973A0"/>
    <w:rsid w:val="00F9752A"/>
    <w:rsid w:val="00F97CDC"/>
    <w:rsid w:val="00FA13C2"/>
    <w:rsid w:val="00FA1902"/>
    <w:rsid w:val="00FA2B07"/>
    <w:rsid w:val="00FA7F91"/>
    <w:rsid w:val="00FB0FCD"/>
    <w:rsid w:val="00FB121C"/>
    <w:rsid w:val="00FB1CDD"/>
    <w:rsid w:val="00FB2C2F"/>
    <w:rsid w:val="00FB305C"/>
    <w:rsid w:val="00FB559D"/>
    <w:rsid w:val="00FB571F"/>
    <w:rsid w:val="00FC0E04"/>
    <w:rsid w:val="00FC2E3D"/>
    <w:rsid w:val="00FC36FB"/>
    <w:rsid w:val="00FC3BDE"/>
    <w:rsid w:val="00FC44B1"/>
    <w:rsid w:val="00FD1DBE"/>
    <w:rsid w:val="00FD25A7"/>
    <w:rsid w:val="00FD27B6"/>
    <w:rsid w:val="00FD3689"/>
    <w:rsid w:val="00FD42A3"/>
    <w:rsid w:val="00FD7444"/>
    <w:rsid w:val="00FD7468"/>
    <w:rsid w:val="00FD7CE0"/>
    <w:rsid w:val="00FE0B3B"/>
    <w:rsid w:val="00FE19E9"/>
    <w:rsid w:val="00FE1BE2"/>
    <w:rsid w:val="00FE2788"/>
    <w:rsid w:val="00FE5280"/>
    <w:rsid w:val="00FE730A"/>
    <w:rsid w:val="00FF03EE"/>
    <w:rsid w:val="00FF0F63"/>
    <w:rsid w:val="00FF1DD7"/>
    <w:rsid w:val="00FF3368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0725D"/>
  <w15:docId w15:val="{F15FE411-8076-4987-A889-9704568C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6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43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Teksttreci">
    <w:name w:val="Tekst treści_"/>
    <w:basedOn w:val="Domylnaczcionkaakapitu"/>
    <w:link w:val="Teksttreci0"/>
    <w:locked/>
    <w:rsid w:val="00651CF2"/>
    <w:rPr>
      <w:rFonts w:ascii="Times New Roman" w:hAnsi="Times New Roman"/>
    </w:rPr>
  </w:style>
  <w:style w:type="paragraph" w:customStyle="1" w:styleId="Teksttreci0">
    <w:name w:val="Tekst treści"/>
    <w:basedOn w:val="Normalny"/>
    <w:link w:val="Teksttreci"/>
    <w:rsid w:val="00651CF2"/>
    <w:pPr>
      <w:autoSpaceDE/>
      <w:autoSpaceDN/>
      <w:adjustRightInd/>
      <w:spacing w:after="220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5262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262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31A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pf0">
    <w:name w:val="pf0"/>
    <w:basedOn w:val="Normalny"/>
    <w:rsid w:val="000A3A9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cf01">
    <w:name w:val="cf01"/>
    <w:basedOn w:val="Domylnaczcionkaakapitu"/>
    <w:rsid w:val="000A3A9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87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B43A1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7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7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7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ialoglows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A2D16094BD3142B77D598535CA8A65" ma:contentTypeVersion="6" ma:contentTypeDescription="Create a new document." ma:contentTypeScope="" ma:versionID="b538ae666adea9754f0d91a65c69a0b5">
  <xsd:schema xmlns:xsd="http://www.w3.org/2001/XMLSchema" xmlns:xs="http://www.w3.org/2001/XMLSchema" xmlns:p="http://schemas.microsoft.com/office/2006/metadata/properties" xmlns:ns3="cfdeeae2-c66f-41b5-a45d-89f082859a55" targetNamespace="http://schemas.microsoft.com/office/2006/metadata/properties" ma:root="true" ma:fieldsID="6e66e36e123b334b2eca4d2859f1b64e" ns3:_="">
    <xsd:import namespace="cfdeeae2-c66f-41b5-a45d-89f082859a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eeae2-c66f-41b5-a45d-89f082859a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deeae2-c66f-41b5-a45d-89f082859a5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CEA10C-4BF5-4DE3-8CD5-41B258B52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D45E6-4856-4D1E-B6B0-0CA0441CB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eeae2-c66f-41b5-a45d-89f082859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BEF5B-01D8-448D-961E-A73D431C21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2002D8-469D-4BC0-B706-9C67D22E005F}">
  <ds:schemaRefs>
    <ds:schemaRef ds:uri="http://schemas.microsoft.com/office/2006/metadata/properties"/>
    <ds:schemaRef ds:uri="http://schemas.microsoft.com/office/infopath/2007/PartnerControls"/>
    <ds:schemaRef ds:uri="cfdeeae2-c66f-41b5-a45d-89f082859a55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25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Karolina Bialoglowska</dc:creator>
  <cp:lastModifiedBy>PSSE Kamienna Góra - Halina Koczan</cp:lastModifiedBy>
  <cp:revision>20</cp:revision>
  <cp:lastPrinted>2024-09-19T08:24:00Z</cp:lastPrinted>
  <dcterms:created xsi:type="dcterms:W3CDTF">2024-12-19T21:42:00Z</dcterms:created>
  <dcterms:modified xsi:type="dcterms:W3CDTF">2025-01-21T12:49:00Z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0x01010030A2D16094BD3142B77D598535CA8A65</vt:lpwstr>
  </property>
</Properties>
</file>